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Style w:val="Tabel-Gitter"/>
        <w:tblW w:w="13003" w:type="dxa"/>
        <w:tblLayout w:type="fixed"/>
        <w:tblCellMar>
          <w:left w:w="0" w:type="dxa"/>
          <w:right w:w="0" w:type="dxa"/>
        </w:tblCellMar>
        <w:tblLook w:val="04A0" w:firstRow="1" w:lastRow="0" w:firstColumn="1" w:lastColumn="0" w:noHBand="0" w:noVBand="1"/>
      </w:tblPr>
      <w:tblGrid>
        <w:gridCol w:w="1438"/>
        <w:gridCol w:w="2736"/>
        <w:gridCol w:w="158"/>
        <w:gridCol w:w="78"/>
        <w:gridCol w:w="1528"/>
        <w:gridCol w:w="1127"/>
        <w:gridCol w:w="1601"/>
        <w:gridCol w:w="40"/>
        <w:gridCol w:w="2812"/>
        <w:gridCol w:w="1440"/>
        <w:gridCol w:w="45"/>
      </w:tblGrid>
      <w:tr w:rsidRPr="00AF402F" w:rsidR="007212EC" w:rsidTr="0A8DDF50" w14:paraId="13D62E8F" w14:textId="77777777">
        <w:trPr>
          <w:trHeight w:val="20"/>
        </w:trPr>
        <w:tc>
          <w:tcPr>
            <w:tcW w:w="13003" w:type="dxa"/>
            <w:gridSpan w:val="11"/>
            <w:tcBorders>
              <w:top w:val="thickThinSmallGap" w:color="auto" w:sz="24" w:space="0"/>
              <w:left w:val="nil"/>
              <w:bottom w:val="nil"/>
              <w:right w:val="nil"/>
            </w:tcBorders>
            <w:tcMar/>
            <w:vAlign w:val="center"/>
          </w:tcPr>
          <w:p w:rsidRPr="00AF402F" w:rsidR="0032737D" w:rsidP="00F66772" w:rsidRDefault="0032737D" w14:paraId="21033A09" w14:textId="77777777">
            <w:pPr>
              <w:pStyle w:val="Ingenafstand"/>
              <w:rPr>
                <w:noProof/>
              </w:rPr>
            </w:pPr>
          </w:p>
        </w:tc>
      </w:tr>
      <w:tr w:rsidRPr="00AF402F" w:rsidR="007212EC" w:rsidTr="0A8DDF50" w14:paraId="0A45D517" w14:textId="77777777">
        <w:trPr>
          <w:gridAfter w:val="1"/>
          <w:wAfter w:w="45" w:type="dxa"/>
          <w:trHeight w:val="2016"/>
        </w:trPr>
        <w:tc>
          <w:tcPr>
            <w:tcW w:w="1438" w:type="dxa"/>
            <w:tcBorders>
              <w:top w:val="nil"/>
              <w:left w:val="nil"/>
              <w:bottom w:val="nil"/>
              <w:right w:val="single" w:color="auto" w:sz="4" w:space="0"/>
            </w:tcBorders>
            <w:tcMar/>
            <w:vAlign w:val="center"/>
          </w:tcPr>
          <w:p w:rsidRPr="00AF402F" w:rsidR="0032737D" w:rsidP="00F7629D" w:rsidRDefault="004C2E36" w14:paraId="1AC4DBC6" w14:textId="6CDDAF6C">
            <w:pPr>
              <w:pStyle w:val="Ledertekst"/>
              <w:rPr>
                <w:noProof/>
              </w:rPr>
            </w:pPr>
            <w:sdt>
              <w:sdtPr>
                <w:rPr>
                  <w:noProof/>
                </w:rPr>
                <w:id w:val="1397555580"/>
                <w:placeholder>
                  <w:docPart w:val="31FDED35E86B4A108AF15D1AEF72C066"/>
                </w:placeholder>
                <w15:appearance w15:val="hidden"/>
              </w:sdtPr>
              <w:sdtEndPr/>
              <w:sdtContent>
                <w:r w:rsidR="00186EC3">
                  <w:rPr>
                    <w:noProof/>
                  </w:rPr>
                  <w:t>Tuesday 03/05/2025</w:t>
                </w:r>
              </w:sdtContent>
            </w:sdt>
            <w:r w:rsidRPr="00AF402F" w:rsidR="00F7629D">
              <w:rPr>
                <w:noProof/>
                <w:lang w:bidi="da-DK"/>
              </w:rPr>
              <w:t xml:space="preserve"> </w:t>
            </w:r>
          </w:p>
        </w:tc>
        <w:tc>
          <w:tcPr>
            <w:tcW w:w="10080" w:type="dxa"/>
            <w:gridSpan w:val="8"/>
            <w:tcBorders>
              <w:top w:val="nil"/>
              <w:left w:val="single" w:color="auto" w:sz="4" w:space="0"/>
              <w:bottom w:val="nil"/>
              <w:right w:val="single" w:color="auto" w:sz="4" w:space="0"/>
            </w:tcBorders>
            <w:tcMar/>
            <w:vAlign w:val="center"/>
          </w:tcPr>
          <w:p w:rsidRPr="00186EC3" w:rsidR="0032737D" w:rsidP="00F66772" w:rsidRDefault="004C2E36" w14:paraId="0D2FFAC6" w14:textId="048C39A9">
            <w:pPr>
              <w:pStyle w:val="Ledertitel"/>
              <w:rPr>
                <w:noProof/>
                <w:lang w:val="en-US"/>
              </w:rPr>
            </w:pPr>
            <w:sdt>
              <w:sdtPr>
                <w:rPr>
                  <w:noProof/>
                </w:rPr>
                <w:id w:val="-275951187"/>
                <w:placeholder>
                  <w:docPart w:val="A05965D5DC8D4884BF0E0E31D2FE2837"/>
                </w:placeholder>
                <w15:appearance w15:val="hidden"/>
              </w:sdtPr>
              <w:sdtEndPr/>
              <w:sdtContent>
                <w:r w:rsidRPr="00186EC3" w:rsidR="00186EC3">
                  <w:rPr>
                    <w:noProof/>
                    <w:lang w:val="en-US"/>
                  </w:rPr>
                  <w:t>News today</w:t>
                </w:r>
              </w:sdtContent>
            </w:sdt>
          </w:p>
          <w:p w:rsidRPr="00186EC3" w:rsidR="0032737D" w:rsidP="00B767C0" w:rsidRDefault="004C2E36" w14:paraId="04B4281E" w14:textId="563934AC">
            <w:pPr>
              <w:pStyle w:val="Lederundertitel"/>
              <w:rPr>
                <w:noProof/>
                <w:color w:val="000000" w:themeColor="text1"/>
                <w:sz w:val="36"/>
                <w:szCs w:val="36"/>
                <w:lang w:val="en-US"/>
              </w:rPr>
            </w:pPr>
            <w:sdt>
              <w:sdtPr>
                <w:rPr>
                  <w:noProof/>
                  <w:color w:val="000000" w:themeColor="text1"/>
                  <w:sz w:val="36"/>
                  <w:szCs w:val="36"/>
                </w:rPr>
                <w:id w:val="-227377777"/>
                <w:placeholder>
                  <w:docPart w:val="6B78A53BAF7049EDA3D303AF9CCF8B12"/>
                </w:placeholder>
                <w15:appearance w15:val="hidden"/>
              </w:sdtPr>
              <w:sdtEndPr/>
              <w:sdtContent>
                <w:r w:rsidRPr="00186EC3" w:rsidR="00186EC3">
                  <w:rPr>
                    <w:noProof/>
                    <w:color w:val="000000" w:themeColor="text1"/>
                    <w:sz w:val="36"/>
                    <w:szCs w:val="36"/>
                    <w:lang w:val="en-US"/>
                  </w:rPr>
                  <w:t>The latest news 24/7</w:t>
                </w:r>
              </w:sdtContent>
            </w:sdt>
            <w:r w:rsidRPr="00186EC3" w:rsidR="00F7629D">
              <w:rPr>
                <w:noProof/>
                <w:color w:val="000000" w:themeColor="text1"/>
                <w:sz w:val="36"/>
                <w:szCs w:val="36"/>
                <w:lang w:val="en-US" w:bidi="da-DK"/>
              </w:rPr>
              <w:t xml:space="preserve"> </w:t>
            </w:r>
          </w:p>
        </w:tc>
        <w:tc>
          <w:tcPr>
            <w:tcW w:w="1440" w:type="dxa"/>
            <w:tcBorders>
              <w:top w:val="nil"/>
              <w:left w:val="single" w:color="auto" w:sz="4" w:space="0"/>
              <w:bottom w:val="nil"/>
              <w:right w:val="nil"/>
            </w:tcBorders>
            <w:tcMar/>
            <w:vAlign w:val="center"/>
          </w:tcPr>
          <w:p w:rsidRPr="00AF402F" w:rsidR="0032737D" w:rsidP="00F7629D" w:rsidRDefault="004C2E36" w14:paraId="0E73C47E" w14:textId="30B953DF">
            <w:pPr>
              <w:pStyle w:val="Ledertekst"/>
              <w:rPr>
                <w:noProof/>
              </w:rPr>
            </w:pPr>
            <w:sdt>
              <w:sdtPr>
                <w:rPr>
                  <w:noProof/>
                </w:rPr>
                <w:id w:val="-1731841055"/>
                <w:placeholder>
                  <w:docPart w:val="79EE6FDEE23E4418AB4AD8626B0DF794"/>
                </w:placeholder>
                <w15:appearance w15:val="hidden"/>
              </w:sdtPr>
              <w:sdtEndPr/>
              <w:sdtContent>
                <w:r w:rsidR="00A07510">
                  <w:rPr>
                    <w:noProof/>
                  </w:rPr>
                  <w:t>Hi! - editor</w:t>
                </w:r>
              </w:sdtContent>
            </w:sdt>
            <w:r w:rsidRPr="00AF402F" w:rsidR="00F7629D">
              <w:rPr>
                <w:noProof/>
                <w:lang w:bidi="da-DK"/>
              </w:rPr>
              <w:t xml:space="preserve"> </w:t>
            </w:r>
          </w:p>
        </w:tc>
      </w:tr>
      <w:tr w:rsidRPr="00AF402F" w:rsidR="007212EC" w:rsidTr="0A8DDF50" w14:paraId="62692AD9" w14:textId="77777777">
        <w:trPr>
          <w:trHeight w:val="144"/>
        </w:trPr>
        <w:tc>
          <w:tcPr>
            <w:tcW w:w="13003" w:type="dxa"/>
            <w:gridSpan w:val="11"/>
            <w:tcBorders>
              <w:top w:val="nil"/>
              <w:left w:val="nil"/>
              <w:bottom w:val="thinThickSmallGap" w:color="auto" w:sz="24" w:space="0"/>
              <w:right w:val="nil"/>
            </w:tcBorders>
            <w:tcMar/>
            <w:vAlign w:val="center"/>
          </w:tcPr>
          <w:p w:rsidRPr="00AF402F" w:rsidR="0032737D" w:rsidP="00F66772" w:rsidRDefault="0032737D" w14:paraId="340C997D" w14:textId="77777777">
            <w:pPr>
              <w:pStyle w:val="Ingenafstand"/>
              <w:rPr>
                <w:noProof/>
              </w:rPr>
            </w:pPr>
          </w:p>
        </w:tc>
      </w:tr>
      <w:tr w:rsidRPr="00AF402F" w:rsidR="007212EC" w:rsidTr="0A8DDF50" w14:paraId="768B483F" w14:textId="77777777">
        <w:trPr>
          <w:trHeight w:val="180"/>
        </w:trPr>
        <w:tc>
          <w:tcPr>
            <w:tcW w:w="13003" w:type="dxa"/>
            <w:gridSpan w:val="11"/>
            <w:tcBorders>
              <w:top w:val="thinThickSmallGap" w:color="auto" w:sz="24" w:space="0"/>
              <w:left w:val="nil"/>
              <w:bottom w:val="nil"/>
              <w:right w:val="nil"/>
            </w:tcBorders>
            <w:tcMar/>
            <w:vAlign w:val="center"/>
          </w:tcPr>
          <w:p w:rsidRPr="00AF402F" w:rsidR="006B52E6" w:rsidP="00F66772" w:rsidRDefault="006B52E6" w14:paraId="779DA9E2" w14:textId="77777777">
            <w:pPr>
              <w:pStyle w:val="Ingenafstand"/>
              <w:rPr>
                <w:noProof/>
              </w:rPr>
            </w:pPr>
          </w:p>
        </w:tc>
      </w:tr>
      <w:tr w:rsidRPr="00AF402F" w:rsidR="005F4830" w:rsidTr="0A8DDF50" w14:paraId="1199AED1" w14:textId="77777777">
        <w:trPr>
          <w:trHeight w:val="5508"/>
        </w:trPr>
        <w:tc>
          <w:tcPr>
            <w:tcW w:w="4174" w:type="dxa"/>
            <w:gridSpan w:val="2"/>
            <w:vMerge w:val="restart"/>
            <w:tcBorders>
              <w:top w:val="nil"/>
              <w:left w:val="nil"/>
              <w:bottom w:val="nil"/>
              <w:right w:val="nil"/>
            </w:tcBorders>
            <w:tcMar/>
          </w:tcPr>
          <w:p w:rsidRPr="00AF402F" w:rsidR="005F4830" w:rsidP="00F7629D" w:rsidRDefault="007F355D" w14:paraId="585F908C" w14:textId="0AFBEFC3">
            <w:pPr>
              <w:pStyle w:val="Lilleforfatternavn"/>
              <w:rPr>
                <w:noProof/>
              </w:rPr>
            </w:pPr>
            <w:r>
              <w:rPr>
                <w:noProof/>
              </w:rPr>
              <w:t>Generic author name</w:t>
            </w:r>
          </w:p>
          <w:p w:rsidRPr="00AF402F" w:rsidR="005F4830" w:rsidP="009010EB" w:rsidRDefault="005F4830" w14:paraId="653927D8" w14:textId="77777777">
            <w:pPr>
              <w:pStyle w:val="Lilleforfatternavn"/>
              <w:spacing w:line="276" w:lineRule="auto"/>
              <w:rPr>
                <w:noProof/>
                <w:color w:val="000000" w:themeColor="text1"/>
                <w:sz w:val="12"/>
                <w:szCs w:val="12"/>
              </w:rPr>
            </w:pPr>
          </w:p>
          <w:p w:rsidRPr="00186EC3" w:rsidR="005F4830" w:rsidP="00F66772" w:rsidRDefault="004C2E36" w14:paraId="5CBA7344" w14:textId="14AFE4EC">
            <w:pPr>
              <w:pStyle w:val="Lilleartikeltitel"/>
              <w:rPr>
                <w:noProof/>
                <w:lang w:val="en-US"/>
              </w:rPr>
            </w:pPr>
            <w:sdt>
              <w:sdtPr>
                <w:rPr>
                  <w:noProof/>
                </w:rPr>
                <w:id w:val="1640530040"/>
                <w:placeholder>
                  <w:docPart w:val="39F41D659DDD423DB61CCEA87D227A43"/>
                </w:placeholder>
                <w15:appearance w15:val="hidden"/>
              </w:sdtPr>
              <w:sdtEndPr/>
              <w:sdtContent>
                <w:r w:rsidRPr="00186EC3" w:rsidR="00186EC3">
                  <w:rPr>
                    <w:noProof/>
                    <w:lang w:val="en-US"/>
                  </w:rPr>
                  <w:t>My ultimate goal</w:t>
                </w:r>
              </w:sdtContent>
            </w:sdt>
            <w:r w:rsidRPr="00186EC3" w:rsidR="005F4830">
              <w:rPr>
                <w:noProof/>
                <w:lang w:val="en-US" w:bidi="da-DK"/>
              </w:rPr>
              <w:t xml:space="preserve"> </w:t>
            </w:r>
          </w:p>
          <w:p w:rsidRPr="00186EC3" w:rsidR="005F4830" w:rsidP="00F66772" w:rsidRDefault="004C2E36" w14:paraId="77E4E3D2" w14:textId="0C78716F">
            <w:pPr>
              <w:pStyle w:val="Lilleartikelundertitel"/>
              <w:rPr>
                <w:noProof/>
                <w:lang w:val="en-US"/>
              </w:rPr>
            </w:pPr>
            <w:sdt>
              <w:sdtPr>
                <w:rPr>
                  <w:noProof/>
                </w:rPr>
                <w:id w:val="-817727221"/>
                <w:placeholder>
                  <w:docPart w:val="26FB7B1BD5FA496BB3641526CF9D6E37"/>
                </w:placeholder>
                <w15:appearance w15:val="hidden"/>
              </w:sdtPr>
              <w:sdtEndPr/>
              <w:sdtContent>
                <w:r w:rsidRPr="00186EC3" w:rsidR="00186EC3">
                  <w:rPr>
                    <w:noProof/>
                    <w:lang w:val="en-US"/>
                  </w:rPr>
                  <w:t>Bowmans u</w:t>
                </w:r>
                <w:r w:rsidR="00186EC3">
                  <w:rPr>
                    <w:noProof/>
                    <w:lang w:val="en-US"/>
                  </w:rPr>
                  <w:t>ltimate goal…</w:t>
                </w:r>
              </w:sdtContent>
            </w:sdt>
            <w:r w:rsidRPr="00186EC3" w:rsidR="005F4830">
              <w:rPr>
                <w:noProof/>
                <w:lang w:val="en-US" w:bidi="da-DK"/>
              </w:rPr>
              <w:t xml:space="preserve"> </w:t>
            </w:r>
          </w:p>
          <w:p w:rsidRPr="00186EC3" w:rsidR="005F4830" w:rsidP="00F66772" w:rsidRDefault="005F4830" w14:paraId="2304F39D" w14:textId="77777777">
            <w:pPr>
              <w:pStyle w:val="Ingenafstand"/>
              <w:rPr>
                <w:noProof/>
                <w:lang w:val="en-US"/>
              </w:rPr>
            </w:pPr>
          </w:p>
          <w:sdt>
            <w:sdtPr>
              <w:rPr>
                <w:noProof/>
              </w:rPr>
              <w:id w:val="-1203937974"/>
              <w:placeholder>
                <w:docPart w:val="13567D872083400F9AB48DB91AEA226D"/>
              </w:placeholder>
              <w15:appearance w15:val="hidden"/>
            </w:sdtPr>
            <w:sdtEndPr/>
            <w:sdtContent>
              <w:p w:rsidR="00186EC3" w:rsidP="00186EC3" w:rsidRDefault="00186EC3" w14:paraId="3FB5E929" w14:textId="77777777">
                <w:pPr>
                  <w:rPr>
                    <w:noProof/>
                    <w:lang w:val="en-US"/>
                  </w:rPr>
                </w:pPr>
                <w:r w:rsidRPr="00186EC3">
                  <w:rPr>
                    <w:noProof/>
                    <w:lang w:val="en-US"/>
                  </w:rPr>
                  <w:t>Well I</w:t>
                </w:r>
                <w:r>
                  <w:rPr>
                    <w:noProof/>
                    <w:lang w:val="en-US"/>
                  </w:rPr>
                  <w:t xml:space="preserve"> have always had this ultimate goal. It has stuck with me through years!</w:t>
                </w:r>
              </w:p>
              <w:p w:rsidR="00D5720A" w:rsidP="00186EC3" w:rsidRDefault="00186EC3" w14:paraId="2F5BFBB8" w14:textId="0F8D9ACD">
                <w:pPr>
                  <w:rPr>
                    <w:noProof/>
                    <w:lang w:val="en-US"/>
                  </w:rPr>
                </w:pPr>
                <w:r w:rsidRPr="49B6BCCA" w:rsidR="49B6BCCA">
                  <w:rPr>
                    <w:noProof/>
                    <w:lang w:val="en-US"/>
                  </w:rPr>
                  <w:t>One day, when returning home from school, my crush was sitting on a fence watching someone play football.</w:t>
                </w:r>
              </w:p>
              <w:p w:rsidR="00D5720A" w:rsidP="00186EC3" w:rsidRDefault="00D5720A" w14:paraId="585B709C" w14:textId="77777777">
                <w:pPr>
                  <w:rPr>
                    <w:noProof/>
                    <w:lang w:val="en-US"/>
                  </w:rPr>
                </w:pPr>
                <w:r>
                  <w:rPr>
                    <w:noProof/>
                    <w:lang w:val="en-US"/>
                  </w:rPr>
                  <w:t>That’s when I took my chance and ran into the football field.</w:t>
                </w:r>
              </w:p>
              <w:p w:rsidR="00E9372B" w:rsidP="00186EC3" w:rsidRDefault="00D5720A" w14:paraId="75FD5B21" w14:textId="77777777">
                <w:pPr>
                  <w:rPr>
                    <w:noProof/>
                    <w:lang w:val="en-US"/>
                  </w:rPr>
                </w:pPr>
                <w:r>
                  <w:rPr>
                    <w:noProof/>
                    <w:lang w:val="en-US"/>
                  </w:rPr>
                  <w:t>I kicked that ball as hard as I could but alas, it went in a completely random direction.</w:t>
                </w:r>
                <w:r w:rsidR="00E9372B">
                  <w:rPr>
                    <w:noProof/>
                    <w:lang w:val="en-US"/>
                  </w:rPr>
                  <w:t xml:space="preserve"> Somehow it still ended up in the goal though.</w:t>
                </w:r>
              </w:p>
              <w:p w:rsidR="007F355D" w:rsidP="00186EC3" w:rsidRDefault="00E9372B" w14:paraId="24B3F4F1" w14:textId="77777777">
                <w:pPr>
                  <w:rPr>
                    <w:noProof/>
                    <w:lang w:val="en-US"/>
                  </w:rPr>
                </w:pPr>
                <w:r>
                  <w:rPr>
                    <w:noProof/>
                    <w:lang w:val="en-US"/>
                  </w:rPr>
                  <w:t>Most epic goal of my life.</w:t>
                </w:r>
                <w:r w:rsidR="00085AF7">
                  <w:rPr>
                    <w:noProof/>
                    <w:lang w:val="en-US"/>
                  </w:rPr>
                  <w:t xml:space="preserve"> My ultimate goal.</w:t>
                </w:r>
              </w:p>
              <w:p w:rsidRPr="00186EC3" w:rsidR="005F4830" w:rsidP="00186EC3" w:rsidRDefault="007F355D" w14:paraId="709C99DB" w14:textId="27DEE691">
                <w:pPr>
                  <w:rPr>
                    <w:noProof/>
                    <w:color w:val="000000" w:themeColor="text1"/>
                    <w:lang w:val="en-US"/>
                  </w:rPr>
                </w:pPr>
                <w:r>
                  <w:rPr>
                    <w:noProof/>
                    <w:sz w:val="48"/>
                    <w:szCs w:val="48"/>
                    <w:lang w:val="en-US"/>
                  </w:rPr>
                  <w:t>“My pants make my skin itch” - Bowman</w:t>
                </w:r>
              </w:p>
            </w:sdtContent>
          </w:sdt>
        </w:tc>
        <w:tc>
          <w:tcPr>
            <w:tcW w:w="236" w:type="dxa"/>
            <w:gridSpan w:val="2"/>
            <w:tcBorders>
              <w:top w:val="nil"/>
              <w:left w:val="nil"/>
              <w:bottom w:val="nil"/>
              <w:right w:val="nil"/>
            </w:tcBorders>
            <w:tcMar/>
            <w:vAlign w:val="center"/>
          </w:tcPr>
          <w:p w:rsidRPr="00186EC3" w:rsidR="005F4830" w:rsidP="00457BCB" w:rsidRDefault="005F4830" w14:paraId="42C75BD2" w14:textId="77777777">
            <w:pPr>
              <w:jc w:val="center"/>
              <w:rPr>
                <w:noProof/>
                <w:color w:val="000000" w:themeColor="text1"/>
                <w:lang w:val="en-US"/>
              </w:rPr>
            </w:pPr>
          </w:p>
        </w:tc>
        <w:tc>
          <w:tcPr>
            <w:tcW w:w="8593" w:type="dxa"/>
            <w:gridSpan w:val="7"/>
            <w:tcBorders>
              <w:top w:val="nil"/>
              <w:left w:val="nil"/>
              <w:bottom w:val="nil"/>
              <w:right w:val="nil"/>
            </w:tcBorders>
            <w:tcMar/>
          </w:tcPr>
          <w:p w:rsidRPr="00AF402F" w:rsidR="005F4830" w:rsidP="005F4830" w:rsidRDefault="00B62270" w14:paraId="751A6B77" w14:textId="12EBD0E2">
            <w:pPr>
              <w:pStyle w:val="Ingenafstand"/>
              <w:rPr>
                <w:rFonts w:asciiTheme="majorHAnsi" w:hAnsiTheme="majorHAnsi"/>
                <w:noProof/>
                <w:color w:val="000000" w:themeColor="text1"/>
                <w:sz w:val="36"/>
                <w:szCs w:val="36"/>
              </w:rPr>
            </w:pPr>
            <w:r>
              <w:rPr>
                <w:noProof/>
                <w:lang w:bidi="da-DK"/>
              </w:rPr>
              <w:drawing>
                <wp:inline distT="0" distB="0" distL="0" distR="0" wp14:anchorId="7C3C5E47" wp14:editId="16CB89B5">
                  <wp:extent cx="5443855" cy="3615070"/>
                  <wp:effectExtent l="0" t="0" r="4445" b="4445"/>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BEBA8EAE-BF5A-486C-A8C5-ECC9F3942E4B}">
                                <a14:imgProps xmlns:a14="http://schemas.microsoft.com/office/drawing/2010/main">
                                  <a14:imgLayer r:embed="rId11">
                                    <a14:imgEffect>
                                      <a14:artisticChalkSketch/>
                                    </a14:imgEffect>
                                  </a14:imgLayer>
                                </a14:imgProps>
                              </a:ext>
                              <a:ext uri="{28A0092B-C50C-407E-A947-70E740481C1C}">
                                <a14:useLocalDpi xmlns:a14="http://schemas.microsoft.com/office/drawing/2010/main" val="0"/>
                              </a:ext>
                            </a:extLst>
                          </a:blip>
                          <a:srcRect/>
                          <a:stretch>
                            <a:fillRect/>
                          </a:stretch>
                        </pic:blipFill>
                        <pic:spPr bwMode="auto">
                          <a:xfrm>
                            <a:off x="0" y="0"/>
                            <a:ext cx="5449297" cy="3618684"/>
                          </a:xfrm>
                          <a:prstGeom prst="rect">
                            <a:avLst/>
                          </a:prstGeom>
                          <a:noFill/>
                          <a:ln>
                            <a:noFill/>
                          </a:ln>
                        </pic:spPr>
                      </pic:pic>
                    </a:graphicData>
                  </a:graphic>
                </wp:inline>
              </w:drawing>
            </w:r>
          </w:p>
        </w:tc>
      </w:tr>
      <w:tr w:rsidRPr="007F355D" w:rsidR="005F4830" w:rsidTr="0A8DDF50" w14:paraId="12AA2DA6" w14:textId="77777777">
        <w:trPr>
          <w:trHeight w:val="728"/>
        </w:trPr>
        <w:tc>
          <w:tcPr>
            <w:tcW w:w="4174" w:type="dxa"/>
            <w:gridSpan w:val="2"/>
            <w:vMerge/>
            <w:tcBorders/>
            <w:tcMar/>
          </w:tcPr>
          <w:p w:rsidRPr="00AF402F" w:rsidR="005F4830" w:rsidP="005F4830" w:rsidRDefault="005F4830" w14:paraId="4FD441B2" w14:textId="77777777">
            <w:pPr>
              <w:pStyle w:val="Billedtekst1"/>
              <w:rPr>
                <w:color w:val="000000" w:themeColor="text1"/>
              </w:rPr>
            </w:pPr>
          </w:p>
        </w:tc>
        <w:tc>
          <w:tcPr>
            <w:tcW w:w="236" w:type="dxa"/>
            <w:gridSpan w:val="2"/>
            <w:vMerge w:val="restart"/>
            <w:tcBorders>
              <w:top w:val="nil"/>
              <w:left w:val="nil"/>
              <w:right w:val="nil"/>
            </w:tcBorders>
            <w:tcMar/>
            <w:vAlign w:val="center"/>
          </w:tcPr>
          <w:p w:rsidRPr="00AF402F" w:rsidR="005F4830" w:rsidP="00457BCB" w:rsidRDefault="005F4830" w14:paraId="1CE9253B" w14:textId="77777777">
            <w:pPr>
              <w:jc w:val="center"/>
              <w:rPr>
                <w:noProof/>
                <w:color w:val="000000" w:themeColor="text1"/>
              </w:rPr>
            </w:pPr>
          </w:p>
        </w:tc>
        <w:tc>
          <w:tcPr>
            <w:tcW w:w="8593" w:type="dxa"/>
            <w:gridSpan w:val="7"/>
            <w:tcBorders>
              <w:top w:val="nil"/>
              <w:left w:val="nil"/>
              <w:bottom w:val="nil"/>
              <w:right w:val="nil"/>
            </w:tcBorders>
            <w:tcMar/>
            <w:vAlign w:val="center"/>
          </w:tcPr>
          <w:p w:rsidRPr="007F355D" w:rsidR="005F4830" w:rsidP="00F963ED" w:rsidRDefault="004C2E36" w14:paraId="3745FA90" w14:textId="4A83CA08">
            <w:pPr>
              <w:pStyle w:val="Billedtekst1"/>
              <w:rPr>
                <w:lang w:val="en-US"/>
              </w:rPr>
            </w:pPr>
            <w:sdt>
              <w:sdtPr>
                <w:id w:val="1487197941"/>
                <w:placeholder>
                  <w:docPart w:val="3FD3313A96814F949C2C4BF25598BC14"/>
                </w:placeholder>
                <w15:appearance w15:val="hidden"/>
              </w:sdtPr>
              <w:sdtEndPr/>
              <w:sdtContent>
                <w:r w:rsidRPr="007F355D" w:rsidR="007F355D">
                  <w:rPr>
                    <w:lang w:val="en-US"/>
                  </w:rPr>
                  <w:t>This image has text. T</w:t>
                </w:r>
                <w:r w:rsidR="007F355D">
                  <w:rPr>
                    <w:lang w:val="en-US"/>
                  </w:rPr>
                  <w:t>his is that text! Great! You have now seen that text! I am so proud of you!</w:t>
                </w:r>
              </w:sdtContent>
            </w:sdt>
            <w:r w:rsidRPr="007F355D" w:rsidR="005F4830">
              <w:rPr>
                <w:lang w:val="en-US" w:bidi="da-DK"/>
              </w:rPr>
              <w:t xml:space="preserve"> </w:t>
            </w:r>
          </w:p>
        </w:tc>
      </w:tr>
      <w:tr w:rsidRPr="007F355D" w:rsidR="005F4830" w:rsidTr="0A8DDF50" w14:paraId="562B4CF6" w14:textId="77777777">
        <w:trPr>
          <w:trHeight w:val="1709"/>
        </w:trPr>
        <w:tc>
          <w:tcPr>
            <w:tcW w:w="4174" w:type="dxa"/>
            <w:gridSpan w:val="2"/>
            <w:vMerge/>
            <w:tcBorders/>
            <w:tcMar/>
          </w:tcPr>
          <w:p w:rsidRPr="007F355D" w:rsidR="005F4830" w:rsidP="005F4830" w:rsidRDefault="005F4830" w14:paraId="25A5E9C9" w14:textId="77777777">
            <w:pPr>
              <w:pStyle w:val="Billedtekst1"/>
              <w:rPr>
                <w:color w:val="000000" w:themeColor="text1"/>
                <w:lang w:val="en-US"/>
              </w:rPr>
            </w:pPr>
          </w:p>
        </w:tc>
        <w:tc>
          <w:tcPr>
            <w:tcW w:w="236" w:type="dxa"/>
            <w:gridSpan w:val="2"/>
            <w:vMerge/>
            <w:tcBorders/>
            <w:tcMar/>
            <w:vAlign w:val="center"/>
          </w:tcPr>
          <w:p w:rsidRPr="007F355D" w:rsidR="005F4830" w:rsidP="00457BCB" w:rsidRDefault="005F4830" w14:paraId="69068B80" w14:textId="77777777">
            <w:pPr>
              <w:jc w:val="center"/>
              <w:rPr>
                <w:noProof/>
                <w:color w:val="000000" w:themeColor="text1"/>
                <w:lang w:val="en-US"/>
              </w:rPr>
            </w:pPr>
          </w:p>
        </w:tc>
        <w:tc>
          <w:tcPr>
            <w:tcW w:w="8593" w:type="dxa"/>
            <w:gridSpan w:val="7"/>
            <w:tcBorders>
              <w:top w:val="nil"/>
              <w:left w:val="nil"/>
              <w:bottom w:val="nil"/>
              <w:right w:val="nil"/>
            </w:tcBorders>
            <w:tcMar/>
            <w:vAlign w:val="center"/>
          </w:tcPr>
          <w:p w:rsidRPr="007F355D" w:rsidR="005F4830" w:rsidP="005F4830" w:rsidRDefault="005F4830" w14:paraId="3B229247" w14:textId="77777777">
            <w:pPr>
              <w:pStyle w:val="Ingenafstand"/>
              <w:rPr>
                <w:noProof/>
                <w:lang w:val="en-US"/>
              </w:rPr>
            </w:pPr>
          </w:p>
          <w:p w:rsidRPr="007F355D" w:rsidR="005F4830" w:rsidP="00727546" w:rsidRDefault="004C2E36" w14:paraId="38529366" w14:textId="546DCD5C">
            <w:pPr>
              <w:pStyle w:val="Stortforfatternavn"/>
              <w:rPr>
                <w:noProof/>
                <w:lang w:val="en-US"/>
              </w:rPr>
            </w:pPr>
            <w:sdt>
              <w:sdtPr>
                <w:rPr>
                  <w:noProof/>
                </w:rPr>
                <w:id w:val="-1836533437"/>
                <w:placeholder>
                  <w:docPart w:val="EC76DB09618A4A81806DD16D5B50DDC5"/>
                </w:placeholder>
                <w15:appearance w15:val="hidden"/>
              </w:sdtPr>
              <w:sdtEndPr/>
              <w:sdtContent>
                <w:r w:rsidR="0063437A">
                  <w:rPr>
                    <w:noProof/>
                    <w:lang w:val="en-US"/>
                  </w:rPr>
                  <w:t>Also generic author name + real person (not bowman)</w:t>
                </w:r>
              </w:sdtContent>
            </w:sdt>
            <w:r w:rsidRPr="007F355D" w:rsidR="005F4830">
              <w:rPr>
                <w:noProof/>
                <w:lang w:val="en-US" w:bidi="da-DK"/>
              </w:rPr>
              <w:t xml:space="preserve"> </w:t>
            </w:r>
          </w:p>
          <w:p w:rsidRPr="007F355D" w:rsidR="005F4830" w:rsidP="00727546" w:rsidRDefault="005F4830" w14:paraId="52ED6F38" w14:textId="77777777">
            <w:pPr>
              <w:pStyle w:val="Ingenafstand"/>
              <w:rPr>
                <w:noProof/>
                <w:lang w:val="en-US"/>
              </w:rPr>
            </w:pPr>
          </w:p>
          <w:sdt>
            <w:sdtPr>
              <w:rPr>
                <w:noProof/>
              </w:rPr>
              <w:id w:val="1285317276"/>
              <w:placeholder>
                <w:docPart w:val="6CEEEC4774D54F0CB9A1FDC191489663"/>
              </w:placeholder>
              <w15:appearance w15:val="hidden"/>
            </w:sdtPr>
            <w:sdtEndPr/>
            <w:sdtContent>
              <w:p w:rsidRPr="007F355D" w:rsidR="005F4830" w:rsidP="009D5E5F" w:rsidRDefault="007F355D" w14:paraId="79D095E6" w14:textId="385FDA69">
                <w:pPr>
                  <w:pStyle w:val="Storartikeltitel"/>
                  <w:rPr>
                    <w:noProof/>
                    <w:lang w:val="en-US"/>
                  </w:rPr>
                </w:pPr>
                <w:r w:rsidRPr="007F355D">
                  <w:rPr>
                    <w:noProof/>
                    <w:lang w:val="en-US"/>
                  </w:rPr>
                  <w:t>Wow- let’s u</w:t>
                </w:r>
                <w:r>
                  <w:rPr>
                    <w:noProof/>
                    <w:lang w:val="en-US"/>
                  </w:rPr>
                  <w:t>h- join plane game</w:t>
                </w:r>
              </w:p>
            </w:sdtContent>
          </w:sdt>
          <w:p w:rsidRPr="007F355D" w:rsidR="005F4830" w:rsidP="009D5E5F" w:rsidRDefault="004C2E36" w14:paraId="5213A199" w14:textId="0E6491D1">
            <w:pPr>
              <w:pStyle w:val="Lilleartikelundertitel"/>
              <w:rPr>
                <w:noProof/>
                <w:lang w:val="en-US"/>
              </w:rPr>
            </w:pPr>
            <w:sdt>
              <w:sdtPr>
                <w:rPr>
                  <w:noProof/>
                </w:rPr>
                <w:id w:val="-1768454706"/>
                <w:placeholder>
                  <w:docPart w:val="9BD426D4C8964457BD1F1A9B99DDFA58"/>
                </w:placeholder>
                <w15:appearance w15:val="hidden"/>
              </w:sdtPr>
              <w:sdtEndPr/>
              <w:sdtContent>
                <w:r w:rsidRPr="007F355D" w:rsidR="007F355D">
                  <w:rPr>
                    <w:noProof/>
                    <w:lang w:val="en-US"/>
                  </w:rPr>
                  <w:t>Plane game very good! G</w:t>
                </w:r>
                <w:r w:rsidR="007F355D">
                  <w:rPr>
                    <w:noProof/>
                    <w:lang w:val="en-US"/>
                  </w:rPr>
                  <w:t>o play Winged!</w:t>
                </w:r>
              </w:sdtContent>
            </w:sdt>
            <w:r w:rsidRPr="007F355D" w:rsidR="005F4830">
              <w:rPr>
                <w:noProof/>
                <w:lang w:val="en-US" w:bidi="da-DK"/>
              </w:rPr>
              <w:t xml:space="preserve"> </w:t>
            </w:r>
          </w:p>
        </w:tc>
      </w:tr>
      <w:tr w:rsidRPr="00EB3208" w:rsidR="005F4830" w:rsidTr="0A8DDF50" w14:paraId="3763EB9C" w14:textId="77777777">
        <w:trPr>
          <w:trHeight w:val="205"/>
        </w:trPr>
        <w:tc>
          <w:tcPr>
            <w:tcW w:w="4174" w:type="dxa"/>
            <w:gridSpan w:val="2"/>
            <w:vMerge/>
            <w:tcBorders/>
            <w:tcMar/>
          </w:tcPr>
          <w:p w:rsidRPr="007F355D" w:rsidR="005F4830" w:rsidP="005F4830" w:rsidRDefault="005F4830" w14:paraId="56346629" w14:textId="77777777">
            <w:pPr>
              <w:pStyle w:val="Billedtekst1"/>
              <w:rPr>
                <w:color w:val="000000" w:themeColor="text1"/>
                <w:lang w:val="en-US"/>
              </w:rPr>
            </w:pPr>
          </w:p>
        </w:tc>
        <w:tc>
          <w:tcPr>
            <w:tcW w:w="236" w:type="dxa"/>
            <w:gridSpan w:val="2"/>
            <w:vMerge/>
            <w:tcBorders/>
            <w:tcMar/>
            <w:vAlign w:val="center"/>
          </w:tcPr>
          <w:p w:rsidRPr="007F355D" w:rsidR="005F4830" w:rsidP="00457BCB" w:rsidRDefault="005F4830" w14:paraId="33402935" w14:textId="77777777">
            <w:pPr>
              <w:jc w:val="center"/>
              <w:rPr>
                <w:noProof/>
                <w:color w:val="000000" w:themeColor="text1"/>
                <w:lang w:val="en-US"/>
              </w:rPr>
            </w:pPr>
          </w:p>
        </w:tc>
        <w:tc>
          <w:tcPr>
            <w:tcW w:w="4296" w:type="dxa"/>
            <w:gridSpan w:val="4"/>
            <w:vMerge w:val="restart"/>
            <w:tcBorders>
              <w:top w:val="nil"/>
              <w:left w:val="nil"/>
              <w:bottom w:val="nil"/>
              <w:right w:val="nil"/>
            </w:tcBorders>
            <w:tcMar/>
            <w:vAlign w:val="center"/>
          </w:tcPr>
          <w:p w:rsidR="0063437A" w:rsidP="007F355D" w:rsidRDefault="007F355D" w14:paraId="0E9145F0" w14:textId="77777777">
            <w:pPr>
              <w:rPr>
                <w:noProof/>
                <w:color w:val="000000" w:themeColor="text1"/>
                <w:lang w:val="en-US"/>
              </w:rPr>
            </w:pPr>
            <w:r w:rsidRPr="007F355D">
              <w:rPr>
                <w:noProof/>
                <w:color w:val="000000" w:themeColor="text1"/>
                <w:lang w:val="en-US"/>
              </w:rPr>
              <w:t xml:space="preserve">”Hey- uh- go play </w:t>
            </w:r>
            <w:r>
              <w:rPr>
                <w:noProof/>
                <w:color w:val="000000" w:themeColor="text1"/>
                <w:lang w:val="en-US"/>
              </w:rPr>
              <w:t>planegame” says a person who is not Bowman</w:t>
            </w:r>
            <w:r w:rsidR="0063437A">
              <w:rPr>
                <w:noProof/>
                <w:color w:val="000000" w:themeColor="text1"/>
                <w:lang w:val="en-US"/>
              </w:rPr>
              <w:t xml:space="preserve"> in an interview about fruit bowls. I really want to sign up for </w:t>
            </w:r>
            <w:r w:rsidRPr="0063437A" w:rsidR="0063437A">
              <w:rPr>
                <w:strike/>
                <w:noProof/>
                <w:color w:val="000000" w:themeColor="text1"/>
                <w:lang w:val="en-US"/>
              </w:rPr>
              <w:t>certain death</w:t>
            </w:r>
            <w:r w:rsidR="0063437A">
              <w:rPr>
                <w:strike/>
                <w:noProof/>
                <w:color w:val="000000" w:themeColor="text1"/>
                <w:lang w:val="en-US"/>
              </w:rPr>
              <w:t xml:space="preserve"> </w:t>
            </w:r>
            <w:r w:rsidR="0063437A">
              <w:rPr>
                <w:noProof/>
                <w:color w:val="000000" w:themeColor="text1"/>
                <w:lang w:val="en-US"/>
              </w:rPr>
              <w:t>the time of my life so I decided to sign up for Winged!</w:t>
            </w:r>
          </w:p>
          <w:p w:rsidR="0063437A" w:rsidP="007F355D" w:rsidRDefault="0063437A" w14:paraId="7440EBA3" w14:textId="77777777">
            <w:pPr>
              <w:rPr>
                <w:noProof/>
                <w:color w:val="000000" w:themeColor="text1"/>
                <w:lang w:val="en-US"/>
              </w:rPr>
            </w:pPr>
            <w:r>
              <w:rPr>
                <w:noProof/>
                <w:color w:val="000000" w:themeColor="text1"/>
                <w:lang w:val="en-US"/>
              </w:rPr>
              <w:t>You can download this plane game called Winged at several places but</w:t>
            </w:r>
            <w:r w:rsidRPr="0063437A">
              <w:rPr>
                <w:strike/>
                <w:noProof/>
                <w:color w:val="000000" w:themeColor="text1"/>
                <w:lang w:val="en-US"/>
              </w:rPr>
              <w:t xml:space="preserve"> bowman</w:t>
            </w:r>
            <w:r>
              <w:rPr>
                <w:noProof/>
                <w:color w:val="000000" w:themeColor="text1"/>
                <w:lang w:val="en-US"/>
              </w:rPr>
              <w:t xml:space="preserve"> the random person did not want to tell where.</w:t>
            </w:r>
          </w:p>
          <w:p w:rsidR="000D7D38" w:rsidP="007F355D" w:rsidRDefault="0063437A" w14:paraId="66FDF655" w14:textId="77777777">
            <w:pPr>
              <w:rPr>
                <w:noProof/>
                <w:color w:val="000000" w:themeColor="text1"/>
                <w:lang w:val="en-US"/>
              </w:rPr>
            </w:pPr>
            <w:r>
              <w:rPr>
                <w:noProof/>
                <w:color w:val="000000" w:themeColor="text1"/>
                <w:lang w:val="en-US"/>
              </w:rPr>
              <w:t xml:space="preserve">“I love bowling” says a guy on his way to work after hearing what fruit bowls were sutied for this tactical bombing. </w:t>
            </w:r>
            <w:r w:rsidR="00DE19D8">
              <w:rPr>
                <w:noProof/>
                <w:color w:val="000000" w:themeColor="text1"/>
                <w:lang w:val="en-US"/>
              </w:rPr>
              <w:t>“You mean eggs?” says his brother.</w:t>
            </w:r>
          </w:p>
          <w:p w:rsidR="00A6256C" w:rsidP="007F355D" w:rsidRDefault="007E75DD" w14:paraId="638EE494" w14:textId="77777777">
            <w:pPr>
              <w:rPr>
                <w:noProof/>
                <w:color w:val="000000" w:themeColor="text1"/>
                <w:lang w:val="en-US"/>
              </w:rPr>
            </w:pPr>
            <w:r>
              <w:rPr>
                <w:noProof/>
                <w:color w:val="000000" w:themeColor="text1"/>
                <w:lang w:val="en-US"/>
              </w:rPr>
              <w:t>“</w:t>
            </w:r>
            <w:r w:rsidR="00FC157E">
              <w:rPr>
                <w:noProof/>
                <w:color w:val="000000" w:themeColor="text1"/>
                <w:lang w:val="en-US"/>
              </w:rPr>
              <w:t xml:space="preserve">If you touch the floating air bombs, you get presents. </w:t>
            </w:r>
            <w:r>
              <w:rPr>
                <w:noProof/>
                <w:color w:val="000000" w:themeColor="text1"/>
                <w:lang w:val="en-US"/>
              </w:rPr>
              <w:t>But only if you’re on yellow team and</w:t>
            </w:r>
            <w:r w:rsidR="00304A0E">
              <w:rPr>
                <w:noProof/>
                <w:color w:val="000000" w:themeColor="text1"/>
                <w:lang w:val="en-US"/>
              </w:rPr>
              <w:t xml:space="preserve"> has a score of 1000064 and 201 coins, whilst flying the </w:t>
            </w:r>
            <w:r w:rsidRPr="00304A0E" w:rsidR="00304A0E">
              <w:rPr>
                <w:strike/>
                <w:noProof/>
                <w:color w:val="000000" w:themeColor="text1"/>
                <w:lang w:val="en-US"/>
              </w:rPr>
              <w:t>I-3-pete</w:t>
            </w:r>
            <w:r w:rsidR="00304A0E">
              <w:rPr>
                <w:noProof/>
                <w:color w:val="000000" w:themeColor="text1"/>
                <w:lang w:val="en-US"/>
              </w:rPr>
              <w:t xml:space="preserve"> spitwater</w:t>
            </w:r>
            <w:r>
              <w:rPr>
                <w:noProof/>
                <w:color w:val="000000" w:themeColor="text1"/>
                <w:lang w:val="en-US"/>
              </w:rPr>
              <w:t>”</w:t>
            </w:r>
          </w:p>
          <w:p w:rsidRPr="007F355D" w:rsidR="005F4830" w:rsidP="007F355D" w:rsidRDefault="00F84DD6" w14:paraId="149B6854" w14:textId="06894B23">
            <w:pPr>
              <w:rPr>
                <w:noProof/>
                <w:lang w:val="en-US"/>
              </w:rPr>
            </w:pPr>
            <w:r>
              <w:rPr>
                <w:noProof/>
                <w:color w:val="000000" w:themeColor="text1"/>
                <w:lang w:val="en-US"/>
              </w:rPr>
              <w:t>The person then started screaming and jumped out the window only to land in a comicly small plane.</w:t>
            </w:r>
          </w:p>
        </w:tc>
        <w:tc>
          <w:tcPr>
            <w:tcW w:w="4297" w:type="dxa"/>
            <w:gridSpan w:val="3"/>
            <w:vMerge w:val="restart"/>
            <w:tcBorders>
              <w:top w:val="nil"/>
              <w:left w:val="nil"/>
              <w:bottom w:val="nil"/>
              <w:right w:val="nil"/>
            </w:tcBorders>
            <w:tcMar>
              <w:top w:w="144" w:type="dxa"/>
              <w:left w:w="144" w:type="dxa"/>
            </w:tcMar>
            <w:vAlign w:val="center"/>
          </w:tcPr>
          <w:p w:rsidR="000C79E8" w:rsidP="00EB3208" w:rsidRDefault="00EB3208" w14:paraId="2CA6A104" w14:textId="77777777">
            <w:pPr>
              <w:rPr>
                <w:noProof/>
                <w:lang w:val="en-US"/>
              </w:rPr>
            </w:pPr>
            <w:r w:rsidRPr="00EB3208">
              <w:rPr>
                <w:noProof/>
                <w:lang w:val="en-US"/>
              </w:rPr>
              <w:t>We then take a j</w:t>
            </w:r>
            <w:r>
              <w:rPr>
                <w:noProof/>
                <w:lang w:val="en-US"/>
              </w:rPr>
              <w:t>ourney to the atlantic ocean where we find Bente, a 43-year-old woman about to pee</w:t>
            </w:r>
            <w:r w:rsidR="00221D91">
              <w:rPr>
                <w:noProof/>
                <w:lang w:val="en-US"/>
              </w:rPr>
              <w:t xml:space="preserve"> in the ocean.</w:t>
            </w:r>
          </w:p>
          <w:p w:rsidR="00CE01DB" w:rsidP="00EB3208" w:rsidRDefault="000C79E8" w14:paraId="6852C9A5" w14:textId="77777777">
            <w:pPr>
              <w:rPr>
                <w:noProof/>
                <w:lang w:val="en-US"/>
              </w:rPr>
            </w:pPr>
            <w:r>
              <w:rPr>
                <w:noProof/>
                <w:lang w:val="en-US"/>
              </w:rPr>
              <w:t xml:space="preserve">“I don’t see what this has to do with me” was her only comment when the camera crew arrived. </w:t>
            </w:r>
            <w:r w:rsidR="00B96F5C">
              <w:rPr>
                <w:noProof/>
                <w:lang w:val="en-US"/>
              </w:rPr>
              <w:t>“Oh cra- the ice!!” was the last words of our lead camera man who liked the thought of fruit bowls being part of peeing in the atlantic ocean.</w:t>
            </w:r>
          </w:p>
          <w:p w:rsidR="009C2388" w:rsidP="00EB3208" w:rsidRDefault="00CE01DB" w14:paraId="2883BF65" w14:textId="77777777">
            <w:pPr>
              <w:rPr>
                <w:noProof/>
                <w:lang w:val="en-US"/>
              </w:rPr>
            </w:pPr>
            <w:r>
              <w:rPr>
                <w:noProof/>
                <w:lang w:val="en-US"/>
              </w:rPr>
              <w:t xml:space="preserve">Bowman- I mean not bowman seemed very interested in hearing this story. </w:t>
            </w:r>
            <w:r w:rsidR="009C2388">
              <w:rPr>
                <w:noProof/>
                <w:lang w:val="en-US"/>
              </w:rPr>
              <w:t>“You didn’t… find anything… unusual there, right?”</w:t>
            </w:r>
          </w:p>
          <w:p w:rsidR="006806AD" w:rsidP="00EB3208" w:rsidRDefault="009C2388" w14:paraId="0C7F1FA2" w14:textId="77777777">
            <w:pPr>
              <w:rPr>
                <w:noProof/>
                <w:lang w:val="en-US"/>
              </w:rPr>
            </w:pPr>
            <w:r>
              <w:rPr>
                <w:noProof/>
                <w:lang w:val="en-US"/>
              </w:rPr>
              <w:t>“How did you get into my house?! GET OUT!” was Antison’s only comment to the current situation as he was sitting on the toilet.</w:t>
            </w:r>
          </w:p>
          <w:p w:rsidRPr="00EB3208" w:rsidR="005F4830" w:rsidP="00EB3208" w:rsidRDefault="00C417D3" w14:paraId="57E6414C" w14:textId="7B61EE14">
            <w:pPr>
              <w:rPr>
                <w:noProof/>
                <w:lang w:val="en-US"/>
              </w:rPr>
            </w:pPr>
            <w:r>
              <w:rPr>
                <w:noProof/>
                <w:lang w:val="en-US"/>
              </w:rPr>
              <w:t>“It’s fine! You can have Antison. Just don’t take any of our devs” was GeneralGimmy’s comment to the interview of Antison.</w:t>
            </w:r>
          </w:p>
        </w:tc>
      </w:tr>
      <w:tr w:rsidRPr="00AF402F" w:rsidR="005F4830" w:rsidTr="0A8DDF50" w14:paraId="69E05EEA" w14:textId="77777777">
        <w:trPr>
          <w:trHeight w:val="1629"/>
        </w:trPr>
        <w:tc>
          <w:tcPr>
            <w:tcW w:w="4174" w:type="dxa"/>
            <w:gridSpan w:val="2"/>
            <w:tcBorders>
              <w:top w:val="nil"/>
              <w:left w:val="nil"/>
              <w:bottom w:val="nil"/>
              <w:right w:val="nil"/>
            </w:tcBorders>
            <w:tcMar/>
          </w:tcPr>
          <w:p w:rsidRPr="00AF402F" w:rsidR="005F4830" w:rsidP="005F4830" w:rsidRDefault="003170EF" w14:paraId="0F5281D6" w14:textId="0B8F9732">
            <w:pPr>
              <w:pStyle w:val="Billedtekst1"/>
              <w:rPr>
                <w:color w:val="000000" w:themeColor="text1"/>
              </w:rPr>
            </w:pPr>
            <w:r>
              <w:rPr>
                <w:lang w:bidi="da-DK"/>
              </w:rPr>
              <w:drawing>
                <wp:inline distT="0" distB="0" distL="0" distR="0" wp14:anchorId="07C02BCC" wp14:editId="1C196D0B">
                  <wp:extent cx="2637155" cy="1477645"/>
                  <wp:effectExtent l="0" t="0" r="0" b="8255"/>
                  <wp:docPr id="6" name="Billed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BEBA8EAE-BF5A-486C-A8C5-ECC9F3942E4B}">
                                <a14:imgProps xmlns:a14="http://schemas.microsoft.com/office/drawing/2010/main">
                                  <a14:imgLayer r:embed="rId13">
                                    <a14:imgEffect>
                                      <a14:artisticChalkSketch/>
                                    </a14:imgEffect>
                                  </a14:imgLayer>
                                </a14:imgProps>
                              </a:ext>
                              <a:ext uri="{28A0092B-C50C-407E-A947-70E740481C1C}">
                                <a14:useLocalDpi xmlns:a14="http://schemas.microsoft.com/office/drawing/2010/main" val="0"/>
                              </a:ext>
                            </a:extLst>
                          </a:blip>
                          <a:srcRect/>
                          <a:stretch>
                            <a:fillRect/>
                          </a:stretch>
                        </pic:blipFill>
                        <pic:spPr bwMode="auto">
                          <a:xfrm>
                            <a:off x="0" y="0"/>
                            <a:ext cx="2637155" cy="1477645"/>
                          </a:xfrm>
                          <a:prstGeom prst="rect">
                            <a:avLst/>
                          </a:prstGeom>
                          <a:noFill/>
                          <a:ln>
                            <a:noFill/>
                          </a:ln>
                        </pic:spPr>
                      </pic:pic>
                    </a:graphicData>
                  </a:graphic>
                </wp:inline>
              </w:drawing>
            </w:r>
          </w:p>
        </w:tc>
        <w:tc>
          <w:tcPr>
            <w:tcW w:w="236" w:type="dxa"/>
            <w:gridSpan w:val="2"/>
            <w:vMerge w:val="restart"/>
            <w:tcBorders>
              <w:top w:val="nil"/>
              <w:left w:val="nil"/>
              <w:bottom w:val="nil"/>
              <w:right w:val="nil"/>
            </w:tcBorders>
            <w:tcMar/>
            <w:vAlign w:val="center"/>
          </w:tcPr>
          <w:p w:rsidRPr="00AF402F" w:rsidR="005F4830" w:rsidP="00457BCB" w:rsidRDefault="005F4830" w14:paraId="6B4BB120" w14:textId="77777777">
            <w:pPr>
              <w:jc w:val="center"/>
              <w:rPr>
                <w:noProof/>
                <w:color w:val="000000" w:themeColor="text1"/>
              </w:rPr>
            </w:pPr>
          </w:p>
        </w:tc>
        <w:tc>
          <w:tcPr>
            <w:tcW w:w="4296" w:type="dxa"/>
            <w:gridSpan w:val="4"/>
            <w:vMerge/>
            <w:tcBorders/>
            <w:tcMar/>
          </w:tcPr>
          <w:p w:rsidRPr="00AF402F" w:rsidR="005F4830" w:rsidP="009D5E5F" w:rsidRDefault="005F4830" w14:paraId="51D71647" w14:textId="77777777">
            <w:pPr>
              <w:rPr>
                <w:noProof/>
              </w:rPr>
            </w:pPr>
          </w:p>
        </w:tc>
        <w:tc>
          <w:tcPr>
            <w:tcW w:w="4297" w:type="dxa"/>
            <w:gridSpan w:val="3"/>
            <w:vMerge/>
            <w:tcBorders/>
            <w:tcMar>
              <w:top w:w="144" w:type="dxa"/>
              <w:left w:w="144" w:type="dxa"/>
            </w:tcMar>
          </w:tcPr>
          <w:p w:rsidRPr="00AF402F" w:rsidR="005F4830" w:rsidP="009D5E5F" w:rsidRDefault="005F4830" w14:paraId="437E9329" w14:textId="77777777">
            <w:pPr>
              <w:rPr>
                <w:noProof/>
              </w:rPr>
            </w:pPr>
          </w:p>
        </w:tc>
      </w:tr>
      <w:tr w:rsidRPr="007F355D" w:rsidR="005F4830" w:rsidTr="0A8DDF50" w14:paraId="523E8291" w14:textId="77777777">
        <w:trPr>
          <w:trHeight w:val="1008"/>
        </w:trPr>
        <w:tc>
          <w:tcPr>
            <w:tcW w:w="4174" w:type="dxa"/>
            <w:gridSpan w:val="2"/>
            <w:tcBorders>
              <w:top w:val="nil"/>
              <w:left w:val="nil"/>
              <w:bottom w:val="nil"/>
              <w:right w:val="nil"/>
            </w:tcBorders>
            <w:tcMar/>
          </w:tcPr>
          <w:p w:rsidRPr="007F355D" w:rsidR="005F4830" w:rsidP="005F4830" w:rsidRDefault="004C2E36" w14:paraId="5FA61ABC" w14:textId="051E6C7D">
            <w:pPr>
              <w:pStyle w:val="Billedtekst1"/>
              <w:rPr>
                <w:color w:val="000000" w:themeColor="text1"/>
                <w:lang w:val="en-US"/>
              </w:rPr>
            </w:pPr>
            <w:sdt>
              <w:sdtPr>
                <w:rPr>
                  <w:color w:val="000000" w:themeColor="text1"/>
                </w:rPr>
                <w:id w:val="-1173942399"/>
                <w:placeholder>
                  <w:docPart w:val="55CE60517FA740E7A5E9BD28E2B2C82F"/>
                </w:placeholder>
                <w15:appearance w15:val="hidden"/>
              </w:sdtPr>
              <w:sdtEndPr/>
              <w:sdtContent>
                <w:r w:rsidR="003170EF">
                  <w:rPr>
                    <w:color w:val="000000" w:themeColor="text1"/>
                    <w:lang w:val="en-US"/>
                  </w:rPr>
                  <w:t>Is it a bird? Is it a plane? Is it a minion? No! It’s-</w:t>
                </w:r>
              </w:sdtContent>
            </w:sdt>
          </w:p>
        </w:tc>
        <w:tc>
          <w:tcPr>
            <w:tcW w:w="236" w:type="dxa"/>
            <w:gridSpan w:val="2"/>
            <w:vMerge/>
            <w:tcBorders/>
            <w:tcMar/>
            <w:vAlign w:val="center"/>
          </w:tcPr>
          <w:p w:rsidRPr="007F355D" w:rsidR="005F4830" w:rsidP="00EF0035" w:rsidRDefault="005F4830" w14:paraId="025C9570" w14:textId="77777777">
            <w:pPr>
              <w:jc w:val="center"/>
              <w:rPr>
                <w:noProof/>
                <w:color w:val="000000" w:themeColor="text1"/>
                <w:lang w:val="en-US"/>
              </w:rPr>
            </w:pPr>
          </w:p>
        </w:tc>
        <w:tc>
          <w:tcPr>
            <w:tcW w:w="4296" w:type="dxa"/>
            <w:gridSpan w:val="4"/>
            <w:vMerge/>
            <w:tcBorders/>
            <w:tcMar>
              <w:top w:w="144" w:type="dxa"/>
              <w:bottom w:w="144" w:type="dxa"/>
              <w:right w:w="144" w:type="dxa"/>
            </w:tcMar>
          </w:tcPr>
          <w:p w:rsidRPr="007F355D" w:rsidR="005F4830" w:rsidP="009D5E5F" w:rsidRDefault="005F4830" w14:paraId="34DD95D2" w14:textId="77777777">
            <w:pPr>
              <w:rPr>
                <w:noProof/>
                <w:color w:val="000000" w:themeColor="text1"/>
                <w:lang w:val="en-US"/>
              </w:rPr>
            </w:pPr>
          </w:p>
        </w:tc>
        <w:tc>
          <w:tcPr>
            <w:tcW w:w="4297" w:type="dxa"/>
            <w:gridSpan w:val="3"/>
            <w:vMerge/>
            <w:tcBorders/>
            <w:tcMar>
              <w:top w:w="144" w:type="dxa"/>
              <w:left w:w="144" w:type="dxa"/>
              <w:bottom w:w="144" w:type="dxa"/>
            </w:tcMar>
          </w:tcPr>
          <w:p w:rsidRPr="007F355D" w:rsidR="005F4830" w:rsidP="009D5E5F" w:rsidRDefault="005F4830" w14:paraId="33C9729B" w14:textId="77777777">
            <w:pPr>
              <w:rPr>
                <w:noProof/>
                <w:lang w:val="en-US"/>
              </w:rPr>
            </w:pPr>
          </w:p>
        </w:tc>
      </w:tr>
      <w:tr w:rsidRPr="007F355D" w:rsidR="005F4830" w:rsidTr="0A8DDF50" w14:paraId="529C0E42" w14:textId="77777777">
        <w:trPr>
          <w:trHeight w:val="288"/>
        </w:trPr>
        <w:tc>
          <w:tcPr>
            <w:tcW w:w="13003" w:type="dxa"/>
            <w:gridSpan w:val="11"/>
            <w:tcBorders>
              <w:top w:val="nil"/>
              <w:left w:val="nil"/>
              <w:bottom w:val="thickThinMediumGap" w:color="auto" w:sz="24" w:space="0"/>
              <w:right w:val="nil"/>
            </w:tcBorders>
            <w:tcMar/>
            <w:vAlign w:val="center"/>
          </w:tcPr>
          <w:p w:rsidRPr="007F355D" w:rsidR="005F4830" w:rsidP="005F4830" w:rsidRDefault="005F4830" w14:paraId="4323E1D9" w14:textId="77777777">
            <w:pPr>
              <w:pStyle w:val="Ingenafstand"/>
              <w:rPr>
                <w:noProof/>
                <w:lang w:val="en-US"/>
              </w:rPr>
            </w:pPr>
          </w:p>
        </w:tc>
      </w:tr>
      <w:tr w:rsidRPr="007F355D" w:rsidR="007212EC" w:rsidTr="0A8DDF50" w14:paraId="58EC387E" w14:textId="77777777">
        <w:trPr>
          <w:trHeight w:val="288"/>
        </w:trPr>
        <w:tc>
          <w:tcPr>
            <w:tcW w:w="13003" w:type="dxa"/>
            <w:gridSpan w:val="11"/>
            <w:tcBorders>
              <w:top w:val="thickThinMediumGap" w:color="auto" w:sz="24" w:space="0"/>
              <w:left w:val="nil"/>
              <w:bottom w:val="nil"/>
              <w:right w:val="nil"/>
            </w:tcBorders>
            <w:tcMar/>
            <w:vAlign w:val="center"/>
          </w:tcPr>
          <w:p w:rsidRPr="007F355D" w:rsidR="003F4C0F" w:rsidP="00284C66" w:rsidRDefault="003F4C0F" w14:paraId="47DBDE4E" w14:textId="77777777">
            <w:pPr>
              <w:pStyle w:val="Ingenafstand"/>
              <w:rPr>
                <w:noProof/>
                <w:lang w:val="en-US"/>
              </w:rPr>
            </w:pPr>
          </w:p>
        </w:tc>
      </w:tr>
      <w:tr w:rsidRPr="00AF402F" w:rsidR="007212EC" w:rsidTr="0A8DDF50" w14:paraId="5F7CDE6E" w14:textId="77777777">
        <w:trPr>
          <w:trHeight w:val="576"/>
        </w:trPr>
        <w:tc>
          <w:tcPr>
            <w:tcW w:w="4332" w:type="dxa"/>
            <w:gridSpan w:val="3"/>
            <w:tcBorders>
              <w:top w:val="nil"/>
              <w:left w:val="nil"/>
              <w:bottom w:val="nil"/>
              <w:right w:val="single" w:color="auto" w:sz="4" w:space="0"/>
            </w:tcBorders>
            <w:tcMar>
              <w:top w:w="144" w:type="dxa"/>
              <w:left w:w="216" w:type="dxa"/>
              <w:bottom w:w="0" w:type="dxa"/>
              <w:right w:w="216" w:type="dxa"/>
            </w:tcMar>
            <w:vAlign w:val="center"/>
          </w:tcPr>
          <w:p w:rsidRPr="002B4EE4" w:rsidR="00864FBB" w:rsidP="00284C66" w:rsidRDefault="004C2E36" w14:paraId="794011A9" w14:textId="4709ABE6">
            <w:pPr>
              <w:pStyle w:val="Lilleartikeltitel"/>
              <w:jc w:val="center"/>
              <w:rPr>
                <w:noProof/>
                <w:lang w:val="en-US"/>
              </w:rPr>
            </w:pPr>
            <w:sdt>
              <w:sdtPr>
                <w:rPr>
                  <w:noProof/>
                </w:rPr>
                <w:id w:val="1245756918"/>
                <w:placeholder>
                  <w:docPart w:val="4E5412CD03E34E959CE398DC4B8B5969"/>
                </w:placeholder>
                <w15:appearance w15:val="hidden"/>
              </w:sdtPr>
              <w:sdtEndPr/>
              <w:sdtContent>
                <w:r w:rsidRPr="002B4EE4" w:rsidR="002B4EE4">
                  <w:rPr>
                    <w:noProof/>
                    <w:lang w:val="en-US"/>
                  </w:rPr>
                  <w:t>Goal of the day</w:t>
                </w:r>
              </w:sdtContent>
            </w:sdt>
          </w:p>
          <w:p w:rsidRPr="002B4EE4" w:rsidR="00864FBB" w:rsidP="00284C66" w:rsidRDefault="004C2E36" w14:paraId="29F28312" w14:textId="7BE89AB5">
            <w:pPr>
              <w:pStyle w:val="Lilleartikelundertitel"/>
              <w:jc w:val="center"/>
              <w:rPr>
                <w:noProof/>
                <w:color w:val="000000" w:themeColor="text1"/>
                <w:lang w:val="en-US"/>
              </w:rPr>
            </w:pPr>
            <w:sdt>
              <w:sdtPr>
                <w:id w:val="2007240578"/>
                <w15:appearance w15:val="hidden"/>
                <w:placeholder>
                  <w:docPart w:val="3680DF1D73CF4E2894E4B8A512B8B94F"/>
                </w:placeholder>
                <w:rPr>
                  <w:noProof/>
                </w:rPr>
              </w:sdtPr>
              <w:sdtContent>
                <w:r w:rsidRPr="49B6BCCA" w:rsidR="49B6BCCA">
                  <w:rPr>
                    <w:noProof/>
                  </w:rPr>
                  <w:t>(</w:t>
                </w:r>
                <w:r w:rsidRPr="49B6BCCA" w:rsidR="49B6BCCA">
                  <w:rPr>
                    <w:noProof/>
                    <w:lang w:val="en-US"/>
                  </w:rPr>
                  <w:t>Not football!!)</w:t>
                </w:r>
              </w:sdtContent>
              <w:sdtEndPr>
                <w:rPr>
                  <w:noProof/>
                </w:rPr>
              </w:sdtEndPr>
            </w:sdt>
          </w:p>
        </w:tc>
        <w:tc>
          <w:tcPr>
            <w:tcW w:w="4334" w:type="dxa"/>
            <w:gridSpan w:val="4"/>
            <w:tcBorders>
              <w:top w:val="nil"/>
              <w:left w:val="single" w:color="auto" w:sz="4" w:space="0"/>
              <w:bottom w:val="nil"/>
              <w:right w:val="single" w:color="auto" w:sz="4" w:space="0"/>
            </w:tcBorders>
            <w:tcMar>
              <w:top w:w="144" w:type="dxa"/>
              <w:left w:w="216" w:type="dxa"/>
              <w:bottom w:w="0" w:type="dxa"/>
              <w:right w:w="216" w:type="dxa"/>
            </w:tcMar>
            <w:vAlign w:val="center"/>
          </w:tcPr>
          <w:p w:rsidRPr="002B4EE4" w:rsidR="00864FBB" w:rsidP="00284C66" w:rsidRDefault="004C2E36" w14:paraId="579B1AFC" w14:textId="48EF23D4">
            <w:pPr>
              <w:pStyle w:val="Lilleartikeltitel"/>
              <w:jc w:val="center"/>
              <w:rPr>
                <w:noProof/>
                <w:color w:val="000000" w:themeColor="text1"/>
                <w:lang w:val="en-US"/>
              </w:rPr>
            </w:pPr>
            <w:sdt>
              <w:sdtPr>
                <w:rPr>
                  <w:noProof/>
                  <w:color w:val="000000" w:themeColor="text1"/>
                </w:rPr>
                <w:id w:val="1062218924"/>
                <w:placeholder>
                  <w:docPart w:val="79359812325E43BAAF1072FEEF4947B1"/>
                </w:placeholder>
                <w15:appearance w15:val="hidden"/>
              </w:sdtPr>
              <w:sdtEndPr/>
              <w:sdtContent>
                <w:r w:rsidRPr="002B4EE4" w:rsidR="002B4EE4">
                  <w:rPr>
                    <w:noProof/>
                    <w:color w:val="000000" w:themeColor="text1"/>
                    <w:lang w:val="en-US"/>
                  </w:rPr>
                  <w:t>How to stand</w:t>
                </w:r>
              </w:sdtContent>
            </w:sdt>
          </w:p>
          <w:p w:rsidRPr="002B4EE4" w:rsidR="00864FBB" w:rsidP="00284C66" w:rsidRDefault="004C2E36" w14:paraId="74672064" w14:textId="434500BE">
            <w:pPr>
              <w:pStyle w:val="Lilleartikelundertitel"/>
              <w:jc w:val="center"/>
              <w:rPr>
                <w:rFonts w:ascii="Georgia Pro" w:hAnsi="Georgia Pro"/>
                <w:b/>
                <w:bCs/>
                <w:noProof/>
                <w:color w:val="000000" w:themeColor="text1"/>
                <w:sz w:val="28"/>
                <w:szCs w:val="28"/>
                <w:lang w:val="en-US"/>
              </w:rPr>
            </w:pPr>
            <w:sdt>
              <w:sdtPr>
                <w:rPr>
                  <w:noProof/>
                </w:rPr>
                <w:id w:val="-961881708"/>
                <w:placeholder>
                  <w:docPart w:val="A72845697AE04FAA956FDD21CA18EE90"/>
                </w:placeholder>
                <w15:appearance w15:val="hidden"/>
              </w:sdtPr>
              <w:sdtEndPr/>
              <w:sdtContent>
                <w:r w:rsidRPr="002B4EE4" w:rsidR="002B4EE4">
                  <w:rPr>
                    <w:noProof/>
                    <w:lang w:val="en-US"/>
                  </w:rPr>
                  <w:t xml:space="preserve">The </w:t>
                </w:r>
                <w:r w:rsidR="002B4EE4">
                  <w:rPr>
                    <w:noProof/>
                    <w:lang w:val="en-US"/>
                  </w:rPr>
                  <w:t>amazing discovery</w:t>
                </w:r>
              </w:sdtContent>
            </w:sdt>
          </w:p>
        </w:tc>
        <w:tc>
          <w:tcPr>
            <w:tcW w:w="4337" w:type="dxa"/>
            <w:gridSpan w:val="4"/>
            <w:tcBorders>
              <w:top w:val="nil"/>
              <w:left w:val="single" w:color="auto" w:sz="4" w:space="0"/>
              <w:bottom w:val="nil"/>
              <w:right w:val="nil"/>
            </w:tcBorders>
            <w:tcMar>
              <w:top w:w="144" w:type="dxa"/>
              <w:left w:w="216" w:type="dxa"/>
              <w:bottom w:w="0" w:type="dxa"/>
              <w:right w:w="216" w:type="dxa"/>
            </w:tcMar>
            <w:vAlign w:val="center"/>
          </w:tcPr>
          <w:p w:rsidRPr="00AF402F" w:rsidR="009D5E5F" w:rsidP="00284C66" w:rsidRDefault="004C2E36" w14:paraId="33529D48" w14:textId="22C18AED">
            <w:pPr>
              <w:pStyle w:val="Lilleartikeltitel"/>
              <w:jc w:val="center"/>
              <w:rPr>
                <w:rFonts w:asciiTheme="minorHAnsi" w:hAnsiTheme="minorHAnsi"/>
                <w:noProof/>
                <w:color w:val="000000" w:themeColor="text1"/>
                <w:sz w:val="24"/>
              </w:rPr>
            </w:pPr>
            <w:sdt>
              <w:sdtPr>
                <w:rPr>
                  <w:noProof/>
                  <w:color w:val="000000" w:themeColor="text1"/>
                </w:rPr>
                <w:id w:val="1496762334"/>
                <w:placeholder>
                  <w:docPart w:val="2316E09A0F6144679D645B910E83B47B"/>
                </w:placeholder>
                <w15:appearance w15:val="hidden"/>
              </w:sdtPr>
              <w:sdtEndPr/>
              <w:sdtContent>
                <w:r w:rsidR="002B4EE4">
                  <w:rPr>
                    <w:noProof/>
                    <w:color w:val="000000" w:themeColor="text1"/>
                  </w:rPr>
                  <w:t>AHHHH</w:t>
                </w:r>
              </w:sdtContent>
            </w:sdt>
          </w:p>
          <w:p w:rsidRPr="00AF402F" w:rsidR="00864FBB" w:rsidP="00284C66" w:rsidRDefault="004C2E36" w14:paraId="03689DDD" w14:textId="68157B02">
            <w:pPr>
              <w:pStyle w:val="Lilleartikelundertitel"/>
              <w:jc w:val="center"/>
              <w:rPr>
                <w:rFonts w:ascii="Georgia Pro" w:hAnsi="Georgia Pro"/>
                <w:b/>
                <w:bCs/>
                <w:noProof/>
                <w:color w:val="000000" w:themeColor="text1"/>
                <w:sz w:val="28"/>
                <w:szCs w:val="28"/>
              </w:rPr>
            </w:pPr>
            <w:sdt>
              <w:sdtPr>
                <w:rPr>
                  <w:noProof/>
                </w:rPr>
                <w:id w:val="-2003120474"/>
                <w:placeholder>
                  <w:docPart w:val="E57BAA31CFCB4083A68B65F8E252C992"/>
                </w:placeholder>
                <w15:appearance w15:val="hidden"/>
              </w:sdtPr>
              <w:sdtEndPr/>
              <w:sdtContent>
                <w:r w:rsidR="002B4EE4">
                  <w:rPr>
                    <w:noProof/>
                  </w:rPr>
                  <w:t>AHHHHHHHH</w:t>
                </w:r>
              </w:sdtContent>
            </w:sdt>
          </w:p>
        </w:tc>
      </w:tr>
      <w:tr w:rsidRPr="00AF402F" w:rsidR="00B93C89" w:rsidTr="0A8DDF50" w14:paraId="17F095FB" w14:textId="77777777">
        <w:trPr>
          <w:trHeight w:val="576"/>
        </w:trPr>
        <w:tc>
          <w:tcPr>
            <w:tcW w:w="4332" w:type="dxa"/>
            <w:gridSpan w:val="3"/>
            <w:tcBorders>
              <w:top w:val="nil"/>
              <w:left w:val="nil"/>
              <w:bottom w:val="nil"/>
              <w:right w:val="single" w:color="auto" w:sz="4" w:space="0"/>
            </w:tcBorders>
            <w:tcMar>
              <w:top w:w="0" w:type="dxa"/>
              <w:left w:w="216" w:type="dxa"/>
              <w:bottom w:w="0" w:type="dxa"/>
              <w:right w:w="216" w:type="dxa"/>
            </w:tcMar>
            <w:vAlign w:val="center"/>
          </w:tcPr>
          <w:p w:rsidRPr="00AF402F" w:rsidR="00B93C89" w:rsidP="00284C66" w:rsidRDefault="004C2E36" w14:paraId="546E162C" w14:textId="4EA2D914">
            <w:pPr>
              <w:pStyle w:val="Lilleforfatternavn"/>
              <w:jc w:val="center"/>
              <w:rPr>
                <w:noProof/>
              </w:rPr>
            </w:pPr>
            <w:r w:rsidRPr="0A8DDF50" w:rsidR="0A8DDF50">
              <w:rPr>
                <w:noProof/>
              </w:rPr>
              <w:t>Football fan 22314</w:t>
            </w:r>
          </w:p>
        </w:tc>
        <w:tc>
          <w:tcPr>
            <w:tcW w:w="4334" w:type="dxa"/>
            <w:gridSpan w:val="4"/>
            <w:tcBorders>
              <w:top w:val="nil"/>
              <w:left w:val="single" w:color="auto" w:sz="4" w:space="0"/>
              <w:bottom w:val="nil"/>
              <w:right w:val="single" w:color="auto" w:sz="4" w:space="0"/>
            </w:tcBorders>
            <w:tcMar>
              <w:top w:w="0" w:type="dxa"/>
              <w:left w:w="216" w:type="dxa"/>
              <w:bottom w:w="0" w:type="dxa"/>
              <w:right w:w="216" w:type="dxa"/>
            </w:tcMar>
            <w:vAlign w:val="center"/>
          </w:tcPr>
          <w:p w:rsidRPr="00AF402F" w:rsidR="00B93C89" w:rsidP="49B6BCCA" w:rsidRDefault="004C2E36" w14:paraId="1E558BA0" w14:textId="331FB580">
            <w:pPr>
              <w:pStyle w:val="Lilleforfatternavn"/>
              <w:jc w:val="center"/>
              <w:rPr>
                <w:noProof/>
              </w:rPr>
            </w:pPr>
            <w:r w:rsidRPr="49B6BCCA" w:rsidR="49B6BCCA">
              <w:rPr>
                <w:noProof/>
              </w:rPr>
              <w:t>Dr.Rea Sarcher</w:t>
            </w:r>
          </w:p>
        </w:tc>
        <w:tc>
          <w:tcPr>
            <w:tcW w:w="4337" w:type="dxa"/>
            <w:gridSpan w:val="4"/>
            <w:tcBorders>
              <w:top w:val="nil"/>
              <w:left w:val="single" w:color="auto" w:sz="4" w:space="0"/>
              <w:bottom w:val="nil"/>
              <w:right w:val="nil"/>
            </w:tcBorders>
            <w:tcMar>
              <w:top w:w="0" w:type="dxa"/>
              <w:left w:w="216" w:type="dxa"/>
              <w:bottom w:w="0" w:type="dxa"/>
              <w:right w:w="216" w:type="dxa"/>
            </w:tcMar>
            <w:vAlign w:val="center"/>
          </w:tcPr>
          <w:p w:rsidRPr="00AF402F" w:rsidR="00B93C89" w:rsidP="49B6BCCA" w:rsidRDefault="004C2E36" w14:paraId="52DA3358" w14:textId="6BFC14F5">
            <w:pPr>
              <w:pStyle w:val="Lilleforfatternavn"/>
              <w:jc w:val="center"/>
              <w:rPr>
                <w:rFonts w:ascii="Georgia Pro Black" w:hAnsi="Georgia Pro Black" w:asciiTheme="majorAscii" w:hAnsiTheme="majorAscii"/>
                <w:noProof/>
              </w:rPr>
            </w:pPr>
            <w:sdt>
              <w:sdtPr>
                <w:id w:val="1932106261"/>
                <w15:appearance w15:val="hidden"/>
                <w:placeholder>
                  <w:docPart w:val="8C724D6691234F93855B9782946DEE61"/>
                </w:placeholder>
                <w:rPr>
                  <w:noProof/>
                </w:rPr>
              </w:sdtPr>
              <w:sdtContent>
                <w:r w:rsidRPr="49B6BCCA" w:rsidR="49B6BCCA">
                  <w:rPr>
                    <w:noProof/>
                  </w:rPr>
                  <w:t>Ahton Ahison</w:t>
                </w:r>
              </w:sdtContent>
              <w:sdtEndPr>
                <w:rPr>
                  <w:noProof/>
                </w:rPr>
              </w:sdtEndPr>
            </w:sdt>
          </w:p>
        </w:tc>
      </w:tr>
      <w:tr w:rsidRPr="00AF402F" w:rsidR="00B93C89" w:rsidTr="0A8DDF50" w14:paraId="57158B14" w14:textId="77777777">
        <w:trPr>
          <w:trHeight w:val="1530"/>
        </w:trPr>
        <w:tc>
          <w:tcPr>
            <w:tcW w:w="4332" w:type="dxa"/>
            <w:gridSpan w:val="3"/>
            <w:tcBorders>
              <w:top w:val="nil"/>
              <w:left w:val="nil"/>
              <w:bottom w:val="nil"/>
              <w:right w:val="single" w:color="auto" w:sz="4" w:space="0"/>
            </w:tcBorders>
            <w:tcMar>
              <w:left w:w="216" w:type="dxa"/>
              <w:right w:w="216" w:type="dxa"/>
            </w:tcMar>
          </w:tcPr>
          <w:p w:rsidRPr="002B4EE4" w:rsidR="00B93C89" w:rsidP="002B4EE4" w:rsidRDefault="004C2E36" w14:paraId="0B0A9CDC" w14:textId="1EE7ED02">
            <w:pPr>
              <w:pStyle w:val="Indholdsfortegnelse1"/>
              <w:rPr>
                <w:noProof/>
                <w:lang w:val="en-US"/>
              </w:rPr>
            </w:pPr>
            <w:sdt>
              <w:sdtPr>
                <w:id w:val="77078634"/>
                <w15:appearance w15:val="hidden"/>
                <w:placeholder>
                  <w:docPart w:val="FB9BE4361C6F49EF86254A41EE3B24BC"/>
                </w:placeholder>
                <w:rPr>
                  <w:noProof/>
                </w:rPr>
              </w:sdtPr>
              <w:sdtContent>
                <w:r w:rsidRPr="49B6BCCA" w:rsidR="49B6BCCA">
                  <w:rPr>
                    <w:noProof/>
                    <w:lang w:val="en-US"/>
                  </w:rPr>
                  <w:t>The goal of today is to touch the nearest cheese. Do this at all costs! TOUCH IT! DO IT!! YOU HAVE TO! I‘LL BE VERY UPSET IF YOU DON‘T!</w:t>
                </w:r>
              </w:sdtContent>
              <w:sdtEndPr>
                <w:rPr>
                  <w:noProof/>
                </w:rPr>
              </w:sdtEndPr>
            </w:sdt>
            <w:r w:rsidRPr="49B6BCCA" w:rsidR="49B6BCCA">
              <w:rPr>
                <w:noProof/>
                <w:lang w:val="en-US" w:bidi="da-DK"/>
              </w:rPr>
              <w:t xml:space="preserve"> </w:t>
            </w:r>
          </w:p>
        </w:tc>
        <w:tc>
          <w:tcPr>
            <w:tcW w:w="4334" w:type="dxa"/>
            <w:gridSpan w:val="4"/>
            <w:tcBorders>
              <w:top w:val="nil"/>
              <w:left w:val="single" w:color="auto" w:sz="4" w:space="0"/>
              <w:bottom w:val="nil"/>
              <w:right w:val="single" w:color="auto" w:sz="4" w:space="0"/>
            </w:tcBorders>
            <w:tcMar>
              <w:left w:w="216" w:type="dxa"/>
              <w:right w:w="216" w:type="dxa"/>
            </w:tcMar>
          </w:tcPr>
          <w:p w:rsidRPr="00F93A82" w:rsidR="00B93C89" w:rsidP="002B4EE4" w:rsidRDefault="004C2E36" w14:paraId="28B7DD28" w14:textId="41BA477B">
            <w:pPr>
              <w:pStyle w:val="Indholdsfortegnelse1"/>
              <w:rPr>
                <w:noProof/>
                <w:lang w:val="en-US"/>
              </w:rPr>
            </w:pPr>
            <w:sdt>
              <w:sdtPr>
                <w:rPr>
                  <w:noProof/>
                </w:rPr>
                <w:id w:val="425390203"/>
                <w:placeholder>
                  <w:docPart w:val="1F4BAB260673467382693191B0E71773"/>
                </w:placeholder>
                <w15:appearance w15:val="hidden"/>
              </w:sdtPr>
              <w:sdtEndPr/>
              <w:sdtContent>
                <w:r w:rsidRPr="00F93A82" w:rsidR="00F93A82">
                  <w:rPr>
                    <w:noProof/>
                    <w:lang w:val="en-US"/>
                  </w:rPr>
                  <w:t>First you simply stand u</w:t>
                </w:r>
                <w:r w:rsidR="00F93A82">
                  <w:rPr>
                    <w:noProof/>
                    <w:lang w:val="en-US"/>
                  </w:rPr>
                  <w:t>p.</w:t>
                </w:r>
              </w:sdtContent>
            </w:sdt>
            <w:r w:rsidRPr="00F93A82" w:rsidR="005E1B08">
              <w:rPr>
                <w:noProof/>
                <w:lang w:val="en-US" w:bidi="da-DK"/>
              </w:rPr>
              <w:t xml:space="preserve"> </w:t>
            </w:r>
          </w:p>
        </w:tc>
        <w:tc>
          <w:tcPr>
            <w:tcW w:w="4337" w:type="dxa"/>
            <w:gridSpan w:val="4"/>
            <w:tcBorders>
              <w:top w:val="nil"/>
              <w:left w:val="single" w:color="auto" w:sz="4" w:space="0"/>
              <w:bottom w:val="nil"/>
              <w:right w:val="nil"/>
            </w:tcBorders>
            <w:tcMar>
              <w:left w:w="216" w:type="dxa"/>
              <w:right w:w="216" w:type="dxa"/>
            </w:tcMar>
          </w:tcPr>
          <w:p w:rsidRPr="00AF402F" w:rsidR="00B93C89" w:rsidP="002B4EE4" w:rsidRDefault="004C2E36" w14:paraId="541C271E" w14:textId="29A4FCAF">
            <w:pPr>
              <w:pStyle w:val="Indholdsfortegnelse1"/>
              <w:rPr>
                <w:noProof/>
              </w:rPr>
            </w:pPr>
            <w:sdt>
              <w:sdtPr>
                <w:rPr>
                  <w:noProof/>
                </w:rPr>
                <w:id w:val="1684777203"/>
                <w:placeholder>
                  <w:docPart w:val="FD56262BE05F4570A9597A34AEDC45CC"/>
                </w:placeholder>
                <w15:appearance w15:val="hidden"/>
              </w:sdtPr>
              <w:sdtEndPr/>
              <w:sdtContent>
                <w:r w:rsidR="002B4EE4">
                  <w:rPr>
                    <w:noProof/>
                  </w:rPr>
                  <w:t>AAAAAAAAAAAAAAAAAAAAAAAAAAAAAAAAAAAAAAAHHHHHHHHHHHHHHHHHHHHHHHHHHHHHHHHHHHHHHHHHHHHHHHHHHHHHHHHHHHHHHHHHHHHHHHHHHHH!</w:t>
                </w:r>
              </w:sdtContent>
            </w:sdt>
            <w:r w:rsidRPr="00AF402F" w:rsidR="005E1B08">
              <w:rPr>
                <w:noProof/>
                <w:lang w:bidi="da-DK"/>
              </w:rPr>
              <w:t xml:space="preserve"> </w:t>
            </w:r>
          </w:p>
        </w:tc>
      </w:tr>
      <w:tr w:rsidRPr="00AF402F" w:rsidR="00B93C89" w:rsidTr="0A8DDF50" w14:paraId="789B3907" w14:textId="77777777">
        <w:tblPrEx>
          <w:tblCellMar>
            <w:left w:w="108" w:type="dxa"/>
            <w:right w:w="108" w:type="dxa"/>
          </w:tblCellMar>
        </w:tblPrEx>
        <w:trPr>
          <w:trHeight w:val="306"/>
        </w:trPr>
        <w:tc>
          <w:tcPr>
            <w:tcW w:w="5938" w:type="dxa"/>
            <w:gridSpan w:val="5"/>
            <w:tcBorders>
              <w:top w:val="nil"/>
              <w:left w:val="nil"/>
              <w:bottom w:val="thinThickSmallGap" w:color="auto" w:sz="24" w:space="0"/>
              <w:right w:val="nil"/>
            </w:tcBorders>
            <w:tcMar/>
          </w:tcPr>
          <w:p w:rsidRPr="00AF402F" w:rsidR="00B93C89" w:rsidP="00284C66" w:rsidRDefault="00B93C89" w14:paraId="70856EA8" w14:textId="77777777">
            <w:pPr>
              <w:pStyle w:val="Ingenafstand"/>
              <w:rPr>
                <w:noProof/>
              </w:rPr>
            </w:pPr>
          </w:p>
        </w:tc>
        <w:tc>
          <w:tcPr>
            <w:tcW w:w="1127" w:type="dxa"/>
            <w:vMerge w:val="restart"/>
            <w:tcBorders>
              <w:top w:val="nil"/>
              <w:left w:val="nil"/>
              <w:bottom w:val="nil"/>
              <w:right w:val="nil"/>
            </w:tcBorders>
            <w:tcMar/>
            <w:vAlign w:val="center"/>
          </w:tcPr>
          <w:p w:rsidRPr="00A22A5E" w:rsidR="00B93C89" w:rsidP="00A22A5E" w:rsidRDefault="00256AFA" w14:paraId="49F30E8E" w14:textId="2A28B98B">
            <w:pPr>
              <w:pStyle w:val="Sidefod"/>
              <w:rPr>
                <w:noProof/>
                <w:sz w:val="21"/>
              </w:rPr>
            </w:pPr>
            <w:r>
              <w:rPr>
                <w:noProof/>
                <w:lang w:bidi="da-DK"/>
              </w:rPr>
              <w:t>Page</w:t>
            </w:r>
            <w:r w:rsidRPr="00AF402F" w:rsidR="0010319C">
              <w:rPr>
                <w:noProof/>
                <w:lang w:bidi="da-DK"/>
              </w:rPr>
              <w:t xml:space="preserve"> </w:t>
            </w:r>
            <w:sdt>
              <w:sdtPr>
                <w:id w:val="1959365485"/>
                <w:docPartObj>
                  <w:docPartGallery w:val="Page Numbers (Bottom of Page)"/>
                  <w:docPartUnique/>
                </w:docPartObj>
              </w:sdtPr>
              <w:sdtEndPr>
                <w:rPr>
                  <w:noProof/>
                </w:rPr>
              </w:sdtEndPr>
              <w:sdtContent>
                <w:sdt>
                  <w:sdtPr>
                    <w:id w:val="1078027013"/>
                    <w:docPartObj>
                      <w:docPartGallery w:val="Page Numbers (Bottom of Page)"/>
                      <w:docPartUnique/>
                    </w:docPartObj>
                  </w:sdtPr>
                  <w:sdtEndPr>
                    <w:rPr>
                      <w:noProof/>
                    </w:rPr>
                  </w:sdtEndPr>
                  <w:sdtContent>
                    <w:sdt>
                      <w:sdtPr>
                        <w:id w:val="-1749719419"/>
                        <w:docPartObj>
                          <w:docPartGallery w:val="Page Numbers (Bottom of Page)"/>
                          <w:docPartUnique/>
                        </w:docPartObj>
                      </w:sdtPr>
                      <w:sdtEndPr>
                        <w:rPr>
                          <w:noProof/>
                        </w:rPr>
                      </w:sdtEndPr>
                      <w:sdtContent>
                        <w:r w:rsidR="00A22A5E">
                          <w:fldChar w:fldCharType="begin"/>
                        </w:r>
                        <w:r w:rsidR="00A22A5E">
                          <w:instrText xml:space="preserve"> PAGE   \* MERGEFORMAT </w:instrText>
                        </w:r>
                        <w:r w:rsidR="00A22A5E">
                          <w:fldChar w:fldCharType="separate"/>
                        </w:r>
                        <w:r w:rsidR="00A22A5E">
                          <w:t>1</w:t>
                        </w:r>
                        <w:r w:rsidR="00A22A5E">
                          <w:rPr>
                            <w:noProof/>
                          </w:rPr>
                          <w:fldChar w:fldCharType="end"/>
                        </w:r>
                      </w:sdtContent>
                    </w:sdt>
                  </w:sdtContent>
                </w:sdt>
              </w:sdtContent>
            </w:sdt>
          </w:p>
        </w:tc>
        <w:tc>
          <w:tcPr>
            <w:tcW w:w="5938" w:type="dxa"/>
            <w:gridSpan w:val="5"/>
            <w:tcBorders>
              <w:top w:val="nil"/>
              <w:left w:val="nil"/>
              <w:bottom w:val="thinThickSmallGap" w:color="auto" w:sz="24" w:space="0"/>
              <w:right w:val="nil"/>
            </w:tcBorders>
            <w:tcMar/>
            <w:vAlign w:val="center"/>
          </w:tcPr>
          <w:p w:rsidRPr="00AF402F" w:rsidR="00B93C89" w:rsidP="00284C66" w:rsidRDefault="00B93C89" w14:paraId="0C822A3E" w14:textId="77777777">
            <w:pPr>
              <w:pStyle w:val="Ingenafstand"/>
              <w:rPr>
                <w:noProof/>
              </w:rPr>
            </w:pPr>
          </w:p>
        </w:tc>
      </w:tr>
      <w:tr w:rsidRPr="00AF402F" w:rsidR="00B93C89" w:rsidTr="0A8DDF50" w14:paraId="13AE9B25" w14:textId="77777777">
        <w:tblPrEx>
          <w:tblCellMar>
            <w:left w:w="108" w:type="dxa"/>
            <w:right w:w="108" w:type="dxa"/>
          </w:tblCellMar>
        </w:tblPrEx>
        <w:trPr>
          <w:trHeight w:val="20"/>
        </w:trPr>
        <w:tc>
          <w:tcPr>
            <w:tcW w:w="5938" w:type="dxa"/>
            <w:gridSpan w:val="5"/>
            <w:tcBorders>
              <w:top w:val="thinThickSmallGap" w:color="auto" w:sz="24" w:space="0"/>
              <w:left w:val="nil"/>
              <w:bottom w:val="nil"/>
              <w:right w:val="nil"/>
            </w:tcBorders>
            <w:tcMar/>
          </w:tcPr>
          <w:p w:rsidRPr="00AF402F" w:rsidR="00B93C89" w:rsidP="00284C66" w:rsidRDefault="00B93C89" w14:paraId="75E7BDB2" w14:textId="77777777">
            <w:pPr>
              <w:pStyle w:val="Ingenafstand"/>
              <w:rPr>
                <w:noProof/>
              </w:rPr>
            </w:pPr>
          </w:p>
        </w:tc>
        <w:tc>
          <w:tcPr>
            <w:tcW w:w="1127" w:type="dxa"/>
            <w:vMerge/>
            <w:tcBorders/>
            <w:tcMar/>
          </w:tcPr>
          <w:p w:rsidRPr="00AF402F" w:rsidR="00B93C89" w:rsidP="00284C66" w:rsidRDefault="00B93C89" w14:paraId="5665551E" w14:textId="77777777">
            <w:pPr>
              <w:pStyle w:val="Ingenafstand"/>
              <w:rPr>
                <w:noProof/>
              </w:rPr>
            </w:pPr>
          </w:p>
        </w:tc>
        <w:tc>
          <w:tcPr>
            <w:tcW w:w="5938" w:type="dxa"/>
            <w:gridSpan w:val="5"/>
            <w:tcBorders>
              <w:top w:val="thinThickSmallGap" w:color="auto" w:sz="24" w:space="0"/>
              <w:left w:val="nil"/>
              <w:bottom w:val="nil"/>
              <w:right w:val="nil"/>
            </w:tcBorders>
            <w:tcMar/>
          </w:tcPr>
          <w:p w:rsidRPr="00AF402F" w:rsidR="00B93C89" w:rsidP="00284C66" w:rsidRDefault="00B93C89" w14:paraId="087F38B1" w14:textId="77777777">
            <w:pPr>
              <w:pStyle w:val="Ingenafstand"/>
              <w:rPr>
                <w:noProof/>
              </w:rPr>
            </w:pPr>
          </w:p>
        </w:tc>
      </w:tr>
    </w:tbl>
    <w:p w:rsidRPr="00A22A5E" w:rsidR="00A22A5E" w:rsidP="00A22A5E" w:rsidRDefault="00A22A5E" w14:paraId="12827106" w14:textId="77777777">
      <w:pPr>
        <w:tabs>
          <w:tab w:val="left" w:pos="5040"/>
        </w:tabs>
      </w:pPr>
    </w:p>
    <w:sectPr w:rsidRPr="00A22A5E" w:rsidR="00A22A5E" w:rsidSect="00A22A5E">
      <w:pgSz w:w="15840" w:h="24480" w:orient="portrait" w:code="3"/>
      <w:pgMar w:top="1440" w:right="1440" w:bottom="0" w:left="144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C2E36" w:rsidP="00554336" w:rsidRDefault="004C2E36" w14:paraId="3F0FA823" w14:textId="77777777">
      <w:pPr>
        <w:spacing w:after="0"/>
      </w:pPr>
      <w:r>
        <w:separator/>
      </w:r>
    </w:p>
  </w:endnote>
  <w:endnote w:type="continuationSeparator" w:id="0">
    <w:p w:rsidR="004C2E36" w:rsidP="00554336" w:rsidRDefault="004C2E36" w14:paraId="0CA001DA" w14:textId="7777777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askerville Old Face">
    <w:panose1 w:val="02020602080505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Georgia Pro Black">
    <w:altName w:val="Georgia Pro Black"/>
    <w:charset w:val="00"/>
    <w:family w:val="roman"/>
    <w:pitch w:val="variable"/>
    <w:sig w:usb0="800002AF" w:usb1="00000003" w:usb2="00000000" w:usb3="00000000" w:csb0="0000009F" w:csb1="00000000"/>
  </w:font>
  <w:font w:name="Segoe UI">
    <w:panose1 w:val="020B0502040204020203"/>
    <w:charset w:val="00"/>
    <w:family w:val="swiss"/>
    <w:pitch w:val="variable"/>
    <w:sig w:usb0="E4002EFF" w:usb1="C000E47F" w:usb2="00000009" w:usb3="00000000" w:csb0="000001FF" w:csb1="00000000"/>
  </w:font>
  <w:font w:name="Georgia Pro">
    <w:charset w:val="00"/>
    <w:family w:val="roman"/>
    <w:pitch w:val="variable"/>
    <w:sig w:usb0="800002AF" w:usb1="00000003"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C2E36" w:rsidP="00554336" w:rsidRDefault="004C2E36" w14:paraId="7EDE0B9B" w14:textId="77777777">
      <w:pPr>
        <w:spacing w:after="0"/>
      </w:pPr>
      <w:r>
        <w:separator/>
      </w:r>
    </w:p>
  </w:footnote>
  <w:footnote w:type="continuationSeparator" w:id="0">
    <w:p w:rsidR="004C2E36" w:rsidP="00554336" w:rsidRDefault="004C2E36" w14:paraId="168951DB" w14:textId="7777777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trackRevisions w:val="false"/>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EC3"/>
    <w:rsid w:val="000064BF"/>
    <w:rsid w:val="000139C1"/>
    <w:rsid w:val="00015939"/>
    <w:rsid w:val="0001620C"/>
    <w:rsid w:val="00052781"/>
    <w:rsid w:val="00061A8E"/>
    <w:rsid w:val="00065D94"/>
    <w:rsid w:val="000821C8"/>
    <w:rsid w:val="0008417E"/>
    <w:rsid w:val="00085AF7"/>
    <w:rsid w:val="00086C23"/>
    <w:rsid w:val="00093F55"/>
    <w:rsid w:val="000970C8"/>
    <w:rsid w:val="000B08D7"/>
    <w:rsid w:val="000B7E70"/>
    <w:rsid w:val="000C05B8"/>
    <w:rsid w:val="000C4253"/>
    <w:rsid w:val="000C492C"/>
    <w:rsid w:val="000C63FC"/>
    <w:rsid w:val="000C79E8"/>
    <w:rsid w:val="000D1612"/>
    <w:rsid w:val="000D7D38"/>
    <w:rsid w:val="000E1912"/>
    <w:rsid w:val="000E3A15"/>
    <w:rsid w:val="000E410F"/>
    <w:rsid w:val="000E47DF"/>
    <w:rsid w:val="000E4A78"/>
    <w:rsid w:val="000E707E"/>
    <w:rsid w:val="000F13BE"/>
    <w:rsid w:val="000F3105"/>
    <w:rsid w:val="0010319C"/>
    <w:rsid w:val="0010608D"/>
    <w:rsid w:val="001119CD"/>
    <w:rsid w:val="00120383"/>
    <w:rsid w:val="00132CE5"/>
    <w:rsid w:val="00133D55"/>
    <w:rsid w:val="001432CC"/>
    <w:rsid w:val="001472EB"/>
    <w:rsid w:val="0015557C"/>
    <w:rsid w:val="00155BB5"/>
    <w:rsid w:val="001627B3"/>
    <w:rsid w:val="0017372B"/>
    <w:rsid w:val="00173FCF"/>
    <w:rsid w:val="00174B98"/>
    <w:rsid w:val="00175772"/>
    <w:rsid w:val="00186EC3"/>
    <w:rsid w:val="00196657"/>
    <w:rsid w:val="001A1751"/>
    <w:rsid w:val="001A5A0A"/>
    <w:rsid w:val="001A5C71"/>
    <w:rsid w:val="001C50D0"/>
    <w:rsid w:val="001D517B"/>
    <w:rsid w:val="001D7797"/>
    <w:rsid w:val="001E28C1"/>
    <w:rsid w:val="001F5567"/>
    <w:rsid w:val="001F62F5"/>
    <w:rsid w:val="001F657F"/>
    <w:rsid w:val="0020424D"/>
    <w:rsid w:val="002107A1"/>
    <w:rsid w:val="0021691D"/>
    <w:rsid w:val="00216B9C"/>
    <w:rsid w:val="00221D91"/>
    <w:rsid w:val="00230183"/>
    <w:rsid w:val="00237F02"/>
    <w:rsid w:val="00256AFA"/>
    <w:rsid w:val="002746CA"/>
    <w:rsid w:val="00275735"/>
    <w:rsid w:val="002768F0"/>
    <w:rsid w:val="0028351F"/>
    <w:rsid w:val="00284C66"/>
    <w:rsid w:val="002942F9"/>
    <w:rsid w:val="002952C6"/>
    <w:rsid w:val="00296A3E"/>
    <w:rsid w:val="002A6AF8"/>
    <w:rsid w:val="002A76D9"/>
    <w:rsid w:val="002B1B93"/>
    <w:rsid w:val="002B4EE4"/>
    <w:rsid w:val="002C46CD"/>
    <w:rsid w:val="002C4E97"/>
    <w:rsid w:val="002C712F"/>
    <w:rsid w:val="002E400F"/>
    <w:rsid w:val="00304A0E"/>
    <w:rsid w:val="00305529"/>
    <w:rsid w:val="00315FD9"/>
    <w:rsid w:val="0031609F"/>
    <w:rsid w:val="003170EF"/>
    <w:rsid w:val="00323F8B"/>
    <w:rsid w:val="0032737D"/>
    <w:rsid w:val="00327B96"/>
    <w:rsid w:val="00327F09"/>
    <w:rsid w:val="00331FF6"/>
    <w:rsid w:val="00333A87"/>
    <w:rsid w:val="00353DCE"/>
    <w:rsid w:val="00362C30"/>
    <w:rsid w:val="00362F69"/>
    <w:rsid w:val="003732D3"/>
    <w:rsid w:val="00387D7F"/>
    <w:rsid w:val="003A2F2B"/>
    <w:rsid w:val="003B3B75"/>
    <w:rsid w:val="003C118D"/>
    <w:rsid w:val="003C148F"/>
    <w:rsid w:val="003C252E"/>
    <w:rsid w:val="003C4ACB"/>
    <w:rsid w:val="003C55A4"/>
    <w:rsid w:val="003E0014"/>
    <w:rsid w:val="003E07AA"/>
    <w:rsid w:val="003E759E"/>
    <w:rsid w:val="003F4C0F"/>
    <w:rsid w:val="003F544A"/>
    <w:rsid w:val="00415A82"/>
    <w:rsid w:val="0043647B"/>
    <w:rsid w:val="004569B8"/>
    <w:rsid w:val="00460859"/>
    <w:rsid w:val="004831AD"/>
    <w:rsid w:val="004B4571"/>
    <w:rsid w:val="004C2E36"/>
    <w:rsid w:val="004C3DF2"/>
    <w:rsid w:val="004D1721"/>
    <w:rsid w:val="004D1817"/>
    <w:rsid w:val="004D33E8"/>
    <w:rsid w:val="004D4C02"/>
    <w:rsid w:val="004E63BA"/>
    <w:rsid w:val="004F281F"/>
    <w:rsid w:val="004F74DD"/>
    <w:rsid w:val="00502068"/>
    <w:rsid w:val="005056FC"/>
    <w:rsid w:val="00507968"/>
    <w:rsid w:val="00527FE0"/>
    <w:rsid w:val="0053589F"/>
    <w:rsid w:val="0054348D"/>
    <w:rsid w:val="00543C35"/>
    <w:rsid w:val="00554336"/>
    <w:rsid w:val="00566C26"/>
    <w:rsid w:val="005706B7"/>
    <w:rsid w:val="00575C13"/>
    <w:rsid w:val="00590DC3"/>
    <w:rsid w:val="005956D6"/>
    <w:rsid w:val="005A1800"/>
    <w:rsid w:val="005A78B4"/>
    <w:rsid w:val="005B3643"/>
    <w:rsid w:val="005B7C41"/>
    <w:rsid w:val="005C502F"/>
    <w:rsid w:val="005E1B08"/>
    <w:rsid w:val="005E2DC0"/>
    <w:rsid w:val="005F2B1B"/>
    <w:rsid w:val="005F415C"/>
    <w:rsid w:val="005F4830"/>
    <w:rsid w:val="00622D79"/>
    <w:rsid w:val="00624F21"/>
    <w:rsid w:val="00630CF2"/>
    <w:rsid w:val="0063437A"/>
    <w:rsid w:val="006608C8"/>
    <w:rsid w:val="00664133"/>
    <w:rsid w:val="00667FF3"/>
    <w:rsid w:val="006806AD"/>
    <w:rsid w:val="006926DA"/>
    <w:rsid w:val="00692D2D"/>
    <w:rsid w:val="006931FE"/>
    <w:rsid w:val="006B52E6"/>
    <w:rsid w:val="006C0B7A"/>
    <w:rsid w:val="006E2F9B"/>
    <w:rsid w:val="006E7170"/>
    <w:rsid w:val="006F2F91"/>
    <w:rsid w:val="0070526E"/>
    <w:rsid w:val="007123AA"/>
    <w:rsid w:val="007204C9"/>
    <w:rsid w:val="007212EC"/>
    <w:rsid w:val="00725CB2"/>
    <w:rsid w:val="00727546"/>
    <w:rsid w:val="00733B3B"/>
    <w:rsid w:val="00743839"/>
    <w:rsid w:val="0074723D"/>
    <w:rsid w:val="0077279E"/>
    <w:rsid w:val="00773C51"/>
    <w:rsid w:val="00782D7E"/>
    <w:rsid w:val="00786A41"/>
    <w:rsid w:val="00794C1C"/>
    <w:rsid w:val="0079573D"/>
    <w:rsid w:val="00796FAE"/>
    <w:rsid w:val="007A4B37"/>
    <w:rsid w:val="007B05E8"/>
    <w:rsid w:val="007B223E"/>
    <w:rsid w:val="007B5DCC"/>
    <w:rsid w:val="007C06B7"/>
    <w:rsid w:val="007C10B3"/>
    <w:rsid w:val="007D6A71"/>
    <w:rsid w:val="007D6D74"/>
    <w:rsid w:val="007D6DBE"/>
    <w:rsid w:val="007E141B"/>
    <w:rsid w:val="007E1630"/>
    <w:rsid w:val="007E4FD5"/>
    <w:rsid w:val="007E628C"/>
    <w:rsid w:val="007E75DD"/>
    <w:rsid w:val="007E78A1"/>
    <w:rsid w:val="007F355D"/>
    <w:rsid w:val="007F5D1C"/>
    <w:rsid w:val="007F6234"/>
    <w:rsid w:val="00800A0F"/>
    <w:rsid w:val="008016E2"/>
    <w:rsid w:val="00807716"/>
    <w:rsid w:val="00813EA3"/>
    <w:rsid w:val="00826103"/>
    <w:rsid w:val="00830DC5"/>
    <w:rsid w:val="0083111F"/>
    <w:rsid w:val="00850158"/>
    <w:rsid w:val="008571EB"/>
    <w:rsid w:val="00863E1E"/>
    <w:rsid w:val="00864FBB"/>
    <w:rsid w:val="00865F74"/>
    <w:rsid w:val="0089013B"/>
    <w:rsid w:val="008A560A"/>
    <w:rsid w:val="008A645C"/>
    <w:rsid w:val="008A790D"/>
    <w:rsid w:val="008B310F"/>
    <w:rsid w:val="008B64A3"/>
    <w:rsid w:val="008C055B"/>
    <w:rsid w:val="008C0AD6"/>
    <w:rsid w:val="008C2C11"/>
    <w:rsid w:val="008D4A3C"/>
    <w:rsid w:val="008D6766"/>
    <w:rsid w:val="008D757B"/>
    <w:rsid w:val="008E0A2E"/>
    <w:rsid w:val="008F3E3C"/>
    <w:rsid w:val="008F75D6"/>
    <w:rsid w:val="009010EB"/>
    <w:rsid w:val="009047BC"/>
    <w:rsid w:val="009151EB"/>
    <w:rsid w:val="009153EA"/>
    <w:rsid w:val="0091599E"/>
    <w:rsid w:val="00915F67"/>
    <w:rsid w:val="00940DDA"/>
    <w:rsid w:val="00953B20"/>
    <w:rsid w:val="00957478"/>
    <w:rsid w:val="009768A3"/>
    <w:rsid w:val="009912BE"/>
    <w:rsid w:val="00994C68"/>
    <w:rsid w:val="009A033F"/>
    <w:rsid w:val="009A03FD"/>
    <w:rsid w:val="009A268A"/>
    <w:rsid w:val="009A2876"/>
    <w:rsid w:val="009A7638"/>
    <w:rsid w:val="009B2E43"/>
    <w:rsid w:val="009B5A52"/>
    <w:rsid w:val="009B66A2"/>
    <w:rsid w:val="009B7D83"/>
    <w:rsid w:val="009C2388"/>
    <w:rsid w:val="009C6DEC"/>
    <w:rsid w:val="009D34FD"/>
    <w:rsid w:val="009D3B7C"/>
    <w:rsid w:val="009D5E5F"/>
    <w:rsid w:val="009E409B"/>
    <w:rsid w:val="009F0EB8"/>
    <w:rsid w:val="009F4A41"/>
    <w:rsid w:val="00A0465D"/>
    <w:rsid w:val="00A0596F"/>
    <w:rsid w:val="00A07510"/>
    <w:rsid w:val="00A13DAA"/>
    <w:rsid w:val="00A1EDDC"/>
    <w:rsid w:val="00A22A5E"/>
    <w:rsid w:val="00A24DEF"/>
    <w:rsid w:val="00A36549"/>
    <w:rsid w:val="00A46549"/>
    <w:rsid w:val="00A491B1"/>
    <w:rsid w:val="00A61945"/>
    <w:rsid w:val="00A6256C"/>
    <w:rsid w:val="00A70242"/>
    <w:rsid w:val="00A74923"/>
    <w:rsid w:val="00A7758D"/>
    <w:rsid w:val="00A85400"/>
    <w:rsid w:val="00AA5FE5"/>
    <w:rsid w:val="00AB2AA3"/>
    <w:rsid w:val="00AC117E"/>
    <w:rsid w:val="00AE4980"/>
    <w:rsid w:val="00AF2EDF"/>
    <w:rsid w:val="00AF402F"/>
    <w:rsid w:val="00AF553C"/>
    <w:rsid w:val="00AF6DF5"/>
    <w:rsid w:val="00B07394"/>
    <w:rsid w:val="00B1023C"/>
    <w:rsid w:val="00B22F0C"/>
    <w:rsid w:val="00B35BC7"/>
    <w:rsid w:val="00B4611F"/>
    <w:rsid w:val="00B523EA"/>
    <w:rsid w:val="00B53541"/>
    <w:rsid w:val="00B53FB6"/>
    <w:rsid w:val="00B62270"/>
    <w:rsid w:val="00B767C0"/>
    <w:rsid w:val="00B93C89"/>
    <w:rsid w:val="00B96F5C"/>
    <w:rsid w:val="00BA1EAC"/>
    <w:rsid w:val="00BA563E"/>
    <w:rsid w:val="00BC1947"/>
    <w:rsid w:val="00BC6155"/>
    <w:rsid w:val="00BC64EC"/>
    <w:rsid w:val="00BD5C4E"/>
    <w:rsid w:val="00BD7BDE"/>
    <w:rsid w:val="00BE07C1"/>
    <w:rsid w:val="00BE1E30"/>
    <w:rsid w:val="00BF5EB9"/>
    <w:rsid w:val="00C0323D"/>
    <w:rsid w:val="00C07E8F"/>
    <w:rsid w:val="00C11F17"/>
    <w:rsid w:val="00C30B77"/>
    <w:rsid w:val="00C417D3"/>
    <w:rsid w:val="00C53636"/>
    <w:rsid w:val="00C57F22"/>
    <w:rsid w:val="00C6249E"/>
    <w:rsid w:val="00C67ED5"/>
    <w:rsid w:val="00C71E9D"/>
    <w:rsid w:val="00C76D20"/>
    <w:rsid w:val="00C77777"/>
    <w:rsid w:val="00C801BA"/>
    <w:rsid w:val="00C8086C"/>
    <w:rsid w:val="00C80916"/>
    <w:rsid w:val="00C85B4A"/>
    <w:rsid w:val="00C90E99"/>
    <w:rsid w:val="00C90FFE"/>
    <w:rsid w:val="00C94726"/>
    <w:rsid w:val="00C95CCD"/>
    <w:rsid w:val="00CB0CB1"/>
    <w:rsid w:val="00CB19CE"/>
    <w:rsid w:val="00CB4217"/>
    <w:rsid w:val="00CC3396"/>
    <w:rsid w:val="00CC37A7"/>
    <w:rsid w:val="00CD00E1"/>
    <w:rsid w:val="00CD4C47"/>
    <w:rsid w:val="00CE01DB"/>
    <w:rsid w:val="00CE1F2C"/>
    <w:rsid w:val="00CE49B2"/>
    <w:rsid w:val="00CE524C"/>
    <w:rsid w:val="00CF21D9"/>
    <w:rsid w:val="00CF34CD"/>
    <w:rsid w:val="00CF5018"/>
    <w:rsid w:val="00D1612C"/>
    <w:rsid w:val="00D30B97"/>
    <w:rsid w:val="00D30D96"/>
    <w:rsid w:val="00D31FCD"/>
    <w:rsid w:val="00D36F3C"/>
    <w:rsid w:val="00D43240"/>
    <w:rsid w:val="00D46CDC"/>
    <w:rsid w:val="00D5720A"/>
    <w:rsid w:val="00D6304B"/>
    <w:rsid w:val="00D676B3"/>
    <w:rsid w:val="00D67E44"/>
    <w:rsid w:val="00D76774"/>
    <w:rsid w:val="00D8682F"/>
    <w:rsid w:val="00D90C37"/>
    <w:rsid w:val="00D90DCE"/>
    <w:rsid w:val="00D91CFB"/>
    <w:rsid w:val="00DC27FC"/>
    <w:rsid w:val="00DD7F4A"/>
    <w:rsid w:val="00DE19D8"/>
    <w:rsid w:val="00DF0B54"/>
    <w:rsid w:val="00E014D5"/>
    <w:rsid w:val="00E01AA7"/>
    <w:rsid w:val="00E034A1"/>
    <w:rsid w:val="00E07F58"/>
    <w:rsid w:val="00E11A96"/>
    <w:rsid w:val="00E15328"/>
    <w:rsid w:val="00E41F5C"/>
    <w:rsid w:val="00E6010D"/>
    <w:rsid w:val="00E61BD8"/>
    <w:rsid w:val="00E64FC6"/>
    <w:rsid w:val="00E7662D"/>
    <w:rsid w:val="00E76771"/>
    <w:rsid w:val="00E9372B"/>
    <w:rsid w:val="00E97F89"/>
    <w:rsid w:val="00EA5F38"/>
    <w:rsid w:val="00EA7977"/>
    <w:rsid w:val="00EB3208"/>
    <w:rsid w:val="00EB7C0B"/>
    <w:rsid w:val="00ED3181"/>
    <w:rsid w:val="00ED7448"/>
    <w:rsid w:val="00EE7D8B"/>
    <w:rsid w:val="00EF0035"/>
    <w:rsid w:val="00EF1AFC"/>
    <w:rsid w:val="00F0187D"/>
    <w:rsid w:val="00F23030"/>
    <w:rsid w:val="00F25E08"/>
    <w:rsid w:val="00F31919"/>
    <w:rsid w:val="00F47AAC"/>
    <w:rsid w:val="00F52FB4"/>
    <w:rsid w:val="00F62B75"/>
    <w:rsid w:val="00F66772"/>
    <w:rsid w:val="00F70FE9"/>
    <w:rsid w:val="00F7629D"/>
    <w:rsid w:val="00F84DD6"/>
    <w:rsid w:val="00F93A82"/>
    <w:rsid w:val="00F963ED"/>
    <w:rsid w:val="00FA79BF"/>
    <w:rsid w:val="00FB03B9"/>
    <w:rsid w:val="00FB0C16"/>
    <w:rsid w:val="00FC0993"/>
    <w:rsid w:val="00FC157E"/>
    <w:rsid w:val="00FE03A7"/>
    <w:rsid w:val="00FE1408"/>
    <w:rsid w:val="00FE2A70"/>
    <w:rsid w:val="00FE4EB4"/>
    <w:rsid w:val="00FE7547"/>
    <w:rsid w:val="00FE7833"/>
    <w:rsid w:val="00FE7ABD"/>
    <w:rsid w:val="00FF3F9D"/>
    <w:rsid w:val="00FF613B"/>
    <w:rsid w:val="0A8DDF50"/>
    <w:rsid w:val="49B6BCCA"/>
    <w:rsid w:val="5224718C"/>
    <w:rsid w:val="5B7DBDC4"/>
    <w:rsid w:val="670EF97C"/>
    <w:rsid w:val="6B610E3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A368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semiHidden="1" w:qFormat="1"/>
    <w:lsdException w:name="heading 2" w:uiPriority="9" w:semiHidden="1" w:qFormat="1"/>
    <w:lsdException w:name="heading 3" w:uiPriority="9" w:semiHidden="1" w:qFormat="1"/>
    <w:lsdException w:name="heading 4" w:uiPriority="9" w:semiHidden="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semiHidden="1"/>
    <w:lsdException w:name="toc 4" w:uiPriority="39" w:semiHidden="1"/>
    <w:lsdException w:name="toc 5" w:uiPriority="39" w:semiHidden="1"/>
    <w:lsdException w:name="toc 6" w:uiPriority="39" w:semiHidden="1"/>
    <w:lsdException w:name="toc 7" w:uiPriority="39" w:semiHidden="1"/>
    <w:lsdException w:name="toc 8" w:uiPriority="39" w:semiHidden="1"/>
    <w:lsdException w:name="toc 9" w:uiPriority="3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semiHidden="1" w:qFormat="1"/>
    <w:lsdException w:name="Emphasis" w:uiPriority="20" w:semiHidden="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semiHidden="1" w:qFormat="1"/>
    <w:lsdException w:name="Quote" w:uiPriority="29" w:semiHidden="1" w:qFormat="1"/>
    <w:lsdException w:name="Intense Quote" w:uiPriority="30"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semiHidden="1"/>
    <w:lsdException w:name="Intense Emphasis" w:uiPriority="21" w:semiHidden="1"/>
    <w:lsdException w:name="Subtle Reference" w:uiPriority="31" w:semiHidden="1" w:qFormat="1"/>
    <w:lsdException w:name="Intense Reference" w:uiPriority="32" w:semiHidden="1" w:qFormat="1"/>
    <w:lsdException w:name="Book Title" w:uiPriority="33" w:semiHidden="1"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77777"/>
    <w:pPr>
      <w:spacing w:after="240" w:line="240" w:lineRule="auto"/>
    </w:pPr>
    <w:rPr>
      <w:sz w:val="21"/>
    </w:rPr>
  </w:style>
  <w:style w:type="character" w:styleId="Standardskrifttypeiafsnit" w:default="1">
    <w:name w:val="Default Paragraph Font"/>
    <w:uiPriority w:val="1"/>
    <w:semiHidden/>
    <w:unhideWhenUsed/>
  </w:style>
  <w:style w:type="table" w:styleId="Tabel-Normal" w:default="1">
    <w:name w:val="Normal Table"/>
    <w:uiPriority w:val="99"/>
    <w:semiHidden/>
    <w:unhideWhenUsed/>
    <w:tblPr>
      <w:tblInd w:w="0" w:type="dxa"/>
      <w:tblCellMar>
        <w:top w:w="0" w:type="dxa"/>
        <w:left w:w="108" w:type="dxa"/>
        <w:bottom w:w="0" w:type="dxa"/>
        <w:right w:w="108" w:type="dxa"/>
      </w:tblCellMar>
    </w:tblPr>
  </w:style>
  <w:style w:type="numbering" w:styleId="Ingenoversigt" w:default="1">
    <w:name w:val="No List"/>
    <w:uiPriority w:val="99"/>
    <w:semiHidden/>
    <w:unhideWhenUsed/>
  </w:style>
  <w:style w:type="table" w:styleId="Tabel-Gitter">
    <w:name w:val="Table Grid"/>
    <w:basedOn w:val="Tabel-Normal"/>
    <w:uiPriority w:val="39"/>
    <w:rsid w:val="0032737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Forfatterensnavn" w:customStyle="1">
    <w:name w:val="Forfatterens navn"/>
    <w:basedOn w:val="Normal"/>
    <w:next w:val="Normal"/>
    <w:uiPriority w:val="12"/>
    <w:rsid w:val="009A2876"/>
    <w:pPr>
      <w:widowControl w:val="0"/>
      <w:pBdr>
        <w:bottom w:val="single" w:color="808080" w:themeColor="background1" w:themeShade="80" w:sz="8" w:space="6"/>
      </w:pBdr>
      <w:autoSpaceDE w:val="0"/>
      <w:autoSpaceDN w:val="0"/>
    </w:pPr>
    <w:rPr>
      <w:b/>
      <w:caps/>
      <w:szCs w:val="24"/>
    </w:rPr>
  </w:style>
  <w:style w:type="paragraph" w:styleId="Sidehoved">
    <w:name w:val="header"/>
    <w:basedOn w:val="Sidefod"/>
    <w:link w:val="SidehovedTegn"/>
    <w:uiPriority w:val="99"/>
    <w:rsid w:val="00CE1F2C"/>
    <w:rPr>
      <w:rFonts w:asciiTheme="majorHAnsi" w:hAnsiTheme="majorHAnsi"/>
      <w:color w:val="000000" w:themeColor="text1"/>
      <w:sz w:val="56"/>
    </w:rPr>
  </w:style>
  <w:style w:type="character" w:styleId="SidehovedTegn" w:customStyle="1">
    <w:name w:val="Sidehoved Tegn"/>
    <w:basedOn w:val="Standardskrifttypeiafsnit"/>
    <w:link w:val="Sidehoved"/>
    <w:uiPriority w:val="99"/>
    <w:rsid w:val="00CE1F2C"/>
    <w:rPr>
      <w:rFonts w:asciiTheme="majorHAnsi" w:hAnsiTheme="majorHAnsi"/>
      <w:color w:val="000000" w:themeColor="text1"/>
      <w:sz w:val="56"/>
    </w:rPr>
  </w:style>
  <w:style w:type="paragraph" w:styleId="Sidefod">
    <w:name w:val="footer"/>
    <w:basedOn w:val="Ingenafstand"/>
    <w:link w:val="SidefodTegn"/>
    <w:uiPriority w:val="99"/>
    <w:rsid w:val="0010319C"/>
    <w:pPr>
      <w:jc w:val="center"/>
    </w:pPr>
  </w:style>
  <w:style w:type="character" w:styleId="SidefodTegn" w:customStyle="1">
    <w:name w:val="Sidefod Tegn"/>
    <w:basedOn w:val="Standardskrifttypeiafsnit"/>
    <w:link w:val="Sidefod"/>
    <w:uiPriority w:val="99"/>
    <w:rsid w:val="0010319C"/>
  </w:style>
  <w:style w:type="paragraph" w:styleId="NormalWeb">
    <w:name w:val="Normal (Web)"/>
    <w:basedOn w:val="Normal"/>
    <w:uiPriority w:val="99"/>
    <w:semiHidden/>
    <w:rsid w:val="00C11F17"/>
    <w:pPr>
      <w:spacing w:before="100" w:beforeAutospacing="1" w:after="100" w:afterAutospacing="1"/>
    </w:pPr>
    <w:rPr>
      <w:rFonts w:ascii="Times New Roman" w:hAnsi="Times New Roman" w:eastAsia="Times New Roman" w:cs="Times New Roman"/>
      <w:szCs w:val="24"/>
    </w:rPr>
  </w:style>
  <w:style w:type="paragraph" w:styleId="Lilleforfatternavn" w:customStyle="1">
    <w:name w:val="Lille forfatternavn"/>
    <w:basedOn w:val="Normal"/>
    <w:qFormat/>
    <w:rsid w:val="00A24DEF"/>
    <w:pPr>
      <w:spacing w:after="0"/>
    </w:pPr>
    <w:rPr>
      <w:bCs/>
      <w:sz w:val="24"/>
    </w:rPr>
  </w:style>
  <w:style w:type="paragraph" w:styleId="Lilleartikeltitel" w:customStyle="1">
    <w:name w:val="Lille artikeltitel"/>
    <w:basedOn w:val="Normal"/>
    <w:qFormat/>
    <w:rsid w:val="00F66772"/>
    <w:pPr>
      <w:spacing w:after="0" w:line="276" w:lineRule="auto"/>
    </w:pPr>
    <w:rPr>
      <w:rFonts w:asciiTheme="majorHAnsi" w:hAnsiTheme="majorHAnsi"/>
      <w:sz w:val="32"/>
    </w:rPr>
  </w:style>
  <w:style w:type="paragraph" w:styleId="Lilleartikelundertitel" w:customStyle="1">
    <w:name w:val="Lille artikelundertitel"/>
    <w:basedOn w:val="Normal"/>
    <w:qFormat/>
    <w:rsid w:val="00F66772"/>
    <w:pPr>
      <w:spacing w:after="0" w:line="276" w:lineRule="auto"/>
    </w:pPr>
    <w:rPr>
      <w:sz w:val="32"/>
    </w:rPr>
  </w:style>
  <w:style w:type="paragraph" w:styleId="Brdtekst1" w:customStyle="1">
    <w:name w:val="Brødtekst1"/>
    <w:basedOn w:val="NormalWeb"/>
    <w:qFormat/>
    <w:rsid w:val="00864FBB"/>
    <w:rPr>
      <w:rFonts w:asciiTheme="minorHAnsi" w:hAnsiTheme="minorHAnsi"/>
      <w:color w:val="000000"/>
    </w:rPr>
  </w:style>
  <w:style w:type="paragraph" w:styleId="Stortforfatternavn" w:customStyle="1">
    <w:name w:val="Stort forfatternavn"/>
    <w:basedOn w:val="Normal"/>
    <w:next w:val="Ingenafstand"/>
    <w:qFormat/>
    <w:rsid w:val="00727546"/>
    <w:pPr>
      <w:spacing w:after="0" w:line="276" w:lineRule="auto"/>
    </w:pPr>
    <w:rPr>
      <w:sz w:val="32"/>
    </w:rPr>
  </w:style>
  <w:style w:type="paragraph" w:styleId="Storartikeltitel" w:customStyle="1">
    <w:name w:val="Stor artikeltitel"/>
    <w:basedOn w:val="Normal"/>
    <w:next w:val="Normal"/>
    <w:qFormat/>
    <w:rsid w:val="00727546"/>
    <w:pPr>
      <w:spacing w:after="0" w:line="276" w:lineRule="auto"/>
    </w:pPr>
    <w:rPr>
      <w:rFonts w:asciiTheme="majorHAnsi" w:hAnsiTheme="majorHAnsi"/>
      <w:sz w:val="52"/>
    </w:rPr>
  </w:style>
  <w:style w:type="paragraph" w:styleId="Storartikelundertitel" w:customStyle="1">
    <w:name w:val="Stor artikelundertitel"/>
    <w:basedOn w:val="Normal"/>
    <w:next w:val="Normal"/>
    <w:qFormat/>
    <w:rsid w:val="00727546"/>
    <w:pPr>
      <w:spacing w:after="0" w:line="276" w:lineRule="auto"/>
    </w:pPr>
    <w:rPr>
      <w:sz w:val="40"/>
    </w:rPr>
  </w:style>
  <w:style w:type="paragraph" w:styleId="Ledertitel" w:customStyle="1">
    <w:name w:val="Ledertitel"/>
    <w:basedOn w:val="Normal"/>
    <w:qFormat/>
    <w:rsid w:val="00C77777"/>
    <w:pPr>
      <w:spacing w:after="0"/>
      <w:jc w:val="center"/>
    </w:pPr>
    <w:rPr>
      <w:rFonts w:asciiTheme="majorHAnsi" w:hAnsiTheme="majorHAnsi"/>
      <w:color w:val="000000" w:themeColor="text1"/>
      <w:sz w:val="104"/>
    </w:rPr>
  </w:style>
  <w:style w:type="paragraph" w:styleId="Lederundertitel" w:customStyle="1">
    <w:name w:val="Lederundertitel"/>
    <w:basedOn w:val="Normal"/>
    <w:qFormat/>
    <w:rsid w:val="006F2F91"/>
    <w:pPr>
      <w:spacing w:after="0"/>
      <w:jc w:val="center"/>
    </w:pPr>
    <w:rPr>
      <w:rFonts w:ascii="Baskerville Old Face" w:hAnsi="Baskerville Old Face"/>
      <w:iCs/>
      <w:sz w:val="40"/>
      <w:szCs w:val="40"/>
    </w:rPr>
  </w:style>
  <w:style w:type="paragraph" w:styleId="Uddrag" w:customStyle="1">
    <w:name w:val="Uddrag"/>
    <w:basedOn w:val="Normal"/>
    <w:qFormat/>
    <w:rsid w:val="00362F69"/>
    <w:pPr>
      <w:spacing w:after="0"/>
      <w:ind w:left="288" w:hanging="288"/>
    </w:pPr>
    <w:rPr>
      <w:sz w:val="56"/>
      <w:szCs w:val="56"/>
    </w:rPr>
  </w:style>
  <w:style w:type="paragraph" w:styleId="Uddragafbidrag" w:customStyle="1">
    <w:name w:val="Uddrag af bidrag"/>
    <w:basedOn w:val="Normal"/>
    <w:qFormat/>
    <w:rsid w:val="00362F69"/>
    <w:pPr>
      <w:spacing w:after="0"/>
      <w:ind w:left="288" w:hanging="288"/>
      <w:jc w:val="right"/>
    </w:pPr>
    <w:rPr>
      <w:sz w:val="32"/>
      <w:szCs w:val="32"/>
    </w:rPr>
  </w:style>
  <w:style w:type="paragraph" w:styleId="Billedtekst1" w:customStyle="1">
    <w:name w:val="Billedtekst1"/>
    <w:basedOn w:val="Normal"/>
    <w:qFormat/>
    <w:rsid w:val="00AE4980"/>
    <w:pPr>
      <w:spacing w:after="0"/>
    </w:pPr>
    <w:rPr>
      <w:noProof/>
      <w:sz w:val="18"/>
    </w:rPr>
  </w:style>
  <w:style w:type="paragraph" w:styleId="Ledertekst" w:customStyle="1">
    <w:name w:val="Ledertekst"/>
    <w:basedOn w:val="Normal"/>
    <w:qFormat/>
    <w:rsid w:val="00A24DEF"/>
    <w:pPr>
      <w:spacing w:after="0"/>
      <w:jc w:val="center"/>
    </w:pPr>
    <w:rPr>
      <w:rFonts w:ascii="Baskerville Old Face" w:hAnsi="Baskerville Old Face"/>
      <w:iCs/>
      <w:sz w:val="24"/>
    </w:rPr>
  </w:style>
  <w:style w:type="character" w:styleId="Kommentarhenvisning">
    <w:name w:val="annotation reference"/>
    <w:basedOn w:val="Standardskrifttypeiafsnit"/>
    <w:uiPriority w:val="99"/>
    <w:semiHidden/>
    <w:unhideWhenUsed/>
    <w:rsid w:val="00F31919"/>
    <w:rPr>
      <w:sz w:val="16"/>
      <w:szCs w:val="16"/>
    </w:rPr>
  </w:style>
  <w:style w:type="paragraph" w:styleId="Kommentartekst">
    <w:name w:val="annotation text"/>
    <w:basedOn w:val="Normal"/>
    <w:link w:val="KommentartekstTegn"/>
    <w:uiPriority w:val="99"/>
    <w:semiHidden/>
    <w:rsid w:val="00F31919"/>
    <w:rPr>
      <w:sz w:val="20"/>
      <w:szCs w:val="20"/>
    </w:rPr>
  </w:style>
  <w:style w:type="character" w:styleId="KommentartekstTegn" w:customStyle="1">
    <w:name w:val="Kommentartekst Tegn"/>
    <w:basedOn w:val="Standardskrifttypeiafsnit"/>
    <w:link w:val="Kommentartekst"/>
    <w:uiPriority w:val="99"/>
    <w:semiHidden/>
    <w:rsid w:val="00B523EA"/>
    <w:rPr>
      <w:sz w:val="20"/>
      <w:szCs w:val="20"/>
    </w:rPr>
  </w:style>
  <w:style w:type="paragraph" w:styleId="Kommentaremne">
    <w:name w:val="annotation subject"/>
    <w:basedOn w:val="Kommentartekst"/>
    <w:next w:val="Kommentartekst"/>
    <w:link w:val="KommentaremneTegn"/>
    <w:uiPriority w:val="99"/>
    <w:semiHidden/>
    <w:unhideWhenUsed/>
    <w:rsid w:val="00F31919"/>
    <w:rPr>
      <w:b/>
      <w:bCs/>
    </w:rPr>
  </w:style>
  <w:style w:type="character" w:styleId="KommentaremneTegn" w:customStyle="1">
    <w:name w:val="Kommentaremne Tegn"/>
    <w:basedOn w:val="KommentartekstTegn"/>
    <w:link w:val="Kommentaremne"/>
    <w:uiPriority w:val="99"/>
    <w:semiHidden/>
    <w:rsid w:val="00F31919"/>
    <w:rPr>
      <w:b/>
      <w:bCs/>
      <w:sz w:val="20"/>
      <w:szCs w:val="20"/>
    </w:rPr>
  </w:style>
  <w:style w:type="paragraph" w:styleId="Markeringsbobletekst">
    <w:name w:val="Balloon Text"/>
    <w:basedOn w:val="Normal"/>
    <w:link w:val="MarkeringsbobletekstTegn"/>
    <w:uiPriority w:val="99"/>
    <w:semiHidden/>
    <w:unhideWhenUsed/>
    <w:rsid w:val="000064BF"/>
    <w:pPr>
      <w:spacing w:after="0"/>
    </w:pPr>
    <w:rPr>
      <w:rFonts w:ascii="Segoe UI" w:hAnsi="Segoe UI" w:cs="Segoe UI"/>
      <w:sz w:val="18"/>
      <w:szCs w:val="18"/>
    </w:rPr>
  </w:style>
  <w:style w:type="character" w:styleId="MarkeringsbobletekstTegn" w:customStyle="1">
    <w:name w:val="Markeringsbobletekst Tegn"/>
    <w:basedOn w:val="Standardskrifttypeiafsnit"/>
    <w:link w:val="Markeringsbobletekst"/>
    <w:uiPriority w:val="99"/>
    <w:semiHidden/>
    <w:rsid w:val="000064BF"/>
    <w:rPr>
      <w:rFonts w:ascii="Segoe UI" w:hAnsi="Segoe UI" w:cs="Segoe UI"/>
      <w:sz w:val="18"/>
      <w:szCs w:val="18"/>
    </w:rPr>
  </w:style>
  <w:style w:type="character" w:styleId="Pladsholdertekst">
    <w:name w:val="Placeholder Text"/>
    <w:basedOn w:val="Standardskrifttypeiafsnit"/>
    <w:uiPriority w:val="99"/>
    <w:semiHidden/>
    <w:rsid w:val="00F7629D"/>
    <w:rPr>
      <w:color w:val="808080"/>
    </w:rPr>
  </w:style>
  <w:style w:type="paragraph" w:styleId="Ingenafstand">
    <w:name w:val="No Spacing"/>
    <w:uiPriority w:val="1"/>
    <w:qFormat/>
    <w:rsid w:val="00F66772"/>
    <w:pPr>
      <w:spacing w:after="0" w:line="240" w:lineRule="auto"/>
    </w:pPr>
  </w:style>
  <w:style w:type="paragraph" w:styleId="Indholdsfortegnelse1">
    <w:name w:val="toc 1"/>
    <w:basedOn w:val="Brdtekst1"/>
    <w:next w:val="Normal"/>
    <w:uiPriority w:val="39"/>
    <w:rsid w:val="005E1B08"/>
    <w:pPr>
      <w:spacing w:before="0" w:beforeAutospacing="0" w:after="0" w:afterAutospacing="0"/>
    </w:pPr>
    <w:rPr>
      <w:color w:val="000000" w:themeColor="text1"/>
    </w:rPr>
  </w:style>
  <w:style w:type="paragraph" w:styleId="Indholdsfortegnelse2">
    <w:name w:val="toc 2"/>
    <w:basedOn w:val="Normal"/>
    <w:next w:val="Normal"/>
    <w:uiPriority w:val="39"/>
    <w:rsid w:val="000C492C"/>
    <w:pPr>
      <w:spacing w:after="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8713475">
      <w:bodyDiv w:val="1"/>
      <w:marLeft w:val="0"/>
      <w:marRight w:val="0"/>
      <w:marTop w:val="0"/>
      <w:marBottom w:val="0"/>
      <w:divBdr>
        <w:top w:val="none" w:sz="0" w:space="0" w:color="auto"/>
        <w:left w:val="none" w:sz="0" w:space="0" w:color="auto"/>
        <w:bottom w:val="none" w:sz="0" w:space="0" w:color="auto"/>
        <w:right w:val="none" w:sz="0" w:space="0" w:color="auto"/>
      </w:divBdr>
    </w:div>
    <w:div w:id="1026249580">
      <w:bodyDiv w:val="1"/>
      <w:marLeft w:val="0"/>
      <w:marRight w:val="0"/>
      <w:marTop w:val="0"/>
      <w:marBottom w:val="0"/>
      <w:divBdr>
        <w:top w:val="none" w:sz="0" w:space="0" w:color="auto"/>
        <w:left w:val="none" w:sz="0" w:space="0" w:color="auto"/>
        <w:bottom w:val="none" w:sz="0" w:space="0" w:color="auto"/>
        <w:right w:val="none" w:sz="0" w:space="0" w:color="auto"/>
      </w:divBdr>
    </w:div>
    <w:div w:id="1094132319">
      <w:bodyDiv w:val="1"/>
      <w:marLeft w:val="0"/>
      <w:marRight w:val="0"/>
      <w:marTop w:val="0"/>
      <w:marBottom w:val="0"/>
      <w:divBdr>
        <w:top w:val="none" w:sz="0" w:space="0" w:color="auto"/>
        <w:left w:val="none" w:sz="0" w:space="0" w:color="auto"/>
        <w:bottom w:val="none" w:sz="0" w:space="0" w:color="auto"/>
        <w:right w:val="none" w:sz="0" w:space="0" w:color="auto"/>
      </w:divBdr>
    </w:div>
    <w:div w:id="139855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microsoft.com/office/2007/relationships/hdphoto" Target="media/hdphoto2.wdp"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image" Target="media/image2.png"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ettings" Target="settings.xml" Id="rId6" /><Relationship Type="http://schemas.microsoft.com/office/2007/relationships/hdphoto" Target="media/hdphoto1.wdp" Id="rId11" /><Relationship Type="http://schemas.openxmlformats.org/officeDocument/2006/relationships/styles" Target="styles.xml" Id="rId5" /><Relationship Type="http://schemas.openxmlformats.org/officeDocument/2006/relationships/glossaryDocument" Target="glossary/document.xml" Id="rId15" /><Relationship Type="http://schemas.openxmlformats.org/officeDocument/2006/relationships/image" Target="media/image1.png" Id="rId10" /><Relationship Type="http://schemas.openxmlformats.org/officeDocument/2006/relationships/customXml" Target="../customXml/item4.xml" Id="rId4" /><Relationship Type="http://schemas.openxmlformats.org/officeDocument/2006/relationships/endnotes" Target="endnotes.xml" Id="rId9" /><Relationship Type="http://schemas.openxmlformats.org/officeDocument/2006/relationships/fontTable" Target="fontTable.xml" Id="rId14"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ton%20Lund%20Nielsen\AppData\Local\Microsoft\Office\16.0\DTS\da-DK%7bFD3E83EF-33E8-4116-955C-C8F6C60F8402%7d\%7b4CFA59BC-7A7C-4607-834A-A75959CC0DAF%7dtf11279482_win3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FDED35E86B4A108AF15D1AEF72C066"/>
        <w:category>
          <w:name w:val="Generelt"/>
          <w:gallery w:val="placeholder"/>
        </w:category>
        <w:types>
          <w:type w:val="bbPlcHdr"/>
        </w:types>
        <w:behaviors>
          <w:behavior w:val="content"/>
        </w:behaviors>
        <w:guid w:val="{F0300CAE-243C-4B4A-8118-9EBE1F0CAF16}"/>
      </w:docPartPr>
      <w:docPartBody>
        <w:p w:rsidR="00000000" w:rsidRDefault="00720315">
          <w:pPr>
            <w:pStyle w:val="31FDED35E86B4A108AF15D1AEF72C066"/>
          </w:pPr>
          <w:r w:rsidRPr="00AF402F">
            <w:rPr>
              <w:noProof/>
              <w:lang w:bidi="da-DK"/>
            </w:rPr>
            <w:t xml:space="preserve">Tirsdag </w:t>
          </w:r>
          <w:r w:rsidRPr="00AF402F">
            <w:rPr>
              <w:noProof/>
              <w:lang w:bidi="da-DK"/>
            </w:rPr>
            <w:br/>
            <w:t xml:space="preserve">20. sep. </w:t>
          </w:r>
          <w:r w:rsidRPr="00AF402F">
            <w:rPr>
              <w:noProof/>
              <w:lang w:bidi="da-DK"/>
            </w:rPr>
            <w:br/>
            <w:t>ÅÅÅÅ</w:t>
          </w:r>
        </w:p>
      </w:docPartBody>
    </w:docPart>
    <w:docPart>
      <w:docPartPr>
        <w:name w:val="A05965D5DC8D4884BF0E0E31D2FE2837"/>
        <w:category>
          <w:name w:val="Generelt"/>
          <w:gallery w:val="placeholder"/>
        </w:category>
        <w:types>
          <w:type w:val="bbPlcHdr"/>
        </w:types>
        <w:behaviors>
          <w:behavior w:val="content"/>
        </w:behaviors>
        <w:guid w:val="{DD36FFB3-57E9-4A41-8CA9-BA327C181ADC}"/>
      </w:docPartPr>
      <w:docPartBody>
        <w:p w:rsidR="00000000" w:rsidRDefault="00720315">
          <w:pPr>
            <w:pStyle w:val="A05965D5DC8D4884BF0E0E31D2FE2837"/>
          </w:pPr>
          <w:r w:rsidRPr="00AF402F">
            <w:rPr>
              <w:noProof/>
              <w:lang w:bidi="da-DK"/>
            </w:rPr>
            <w:t>NYHEDER I DAG</w:t>
          </w:r>
        </w:p>
      </w:docPartBody>
    </w:docPart>
    <w:docPart>
      <w:docPartPr>
        <w:name w:val="6B78A53BAF7049EDA3D303AF9CCF8B12"/>
        <w:category>
          <w:name w:val="Generelt"/>
          <w:gallery w:val="placeholder"/>
        </w:category>
        <w:types>
          <w:type w:val="bbPlcHdr"/>
        </w:types>
        <w:behaviors>
          <w:behavior w:val="content"/>
        </w:behaviors>
        <w:guid w:val="{2AA5743B-26B2-449F-A5ED-A258DBFEEE08}"/>
      </w:docPartPr>
      <w:docPartBody>
        <w:p w:rsidR="00000000" w:rsidRDefault="00720315">
          <w:pPr>
            <w:pStyle w:val="6B78A53BAF7049EDA3D303AF9CCF8B12"/>
          </w:pPr>
          <w:r w:rsidRPr="00AF402F">
            <w:rPr>
              <w:noProof/>
              <w:lang w:bidi="da-DK"/>
            </w:rPr>
            <w:t>Seneste nyheder og punktopdateringer</w:t>
          </w:r>
        </w:p>
      </w:docPartBody>
    </w:docPart>
    <w:docPart>
      <w:docPartPr>
        <w:name w:val="79EE6FDEE23E4418AB4AD8626B0DF794"/>
        <w:category>
          <w:name w:val="Generelt"/>
          <w:gallery w:val="placeholder"/>
        </w:category>
        <w:types>
          <w:type w:val="bbPlcHdr"/>
        </w:types>
        <w:behaviors>
          <w:behavior w:val="content"/>
        </w:behaviors>
        <w:guid w:val="{EA49D9D1-50E2-4187-BAB4-DE1691B1CCA2}"/>
      </w:docPartPr>
      <w:docPartBody>
        <w:p w:rsidR="00000000" w:rsidRDefault="00720315">
          <w:pPr>
            <w:pStyle w:val="79EE6FDEE23E4418AB4AD8626B0DF794"/>
          </w:pPr>
          <w:r w:rsidRPr="00AF402F">
            <w:rPr>
              <w:noProof/>
              <w:lang w:bidi="da-DK"/>
            </w:rPr>
            <w:t>Udgave</w:t>
          </w:r>
          <w:r w:rsidRPr="00AF402F">
            <w:rPr>
              <w:noProof/>
              <w:lang w:bidi="da-DK"/>
            </w:rPr>
            <w:br/>
            <w:t>#10</w:t>
          </w:r>
        </w:p>
      </w:docPartBody>
    </w:docPart>
    <w:docPart>
      <w:docPartPr>
        <w:name w:val="39F41D659DDD423DB61CCEA87D227A43"/>
        <w:category>
          <w:name w:val="Generelt"/>
          <w:gallery w:val="placeholder"/>
        </w:category>
        <w:types>
          <w:type w:val="bbPlcHdr"/>
        </w:types>
        <w:behaviors>
          <w:behavior w:val="content"/>
        </w:behaviors>
        <w:guid w:val="{B1BE9F5D-8470-4B7A-A703-1C715E1402EC}"/>
      </w:docPartPr>
      <w:docPartBody>
        <w:p w:rsidR="00000000" w:rsidRDefault="00720315">
          <w:pPr>
            <w:pStyle w:val="39F41D659DDD423DB61CCEA87D227A43"/>
          </w:pPr>
          <w:r w:rsidRPr="00AF402F">
            <w:rPr>
              <w:noProof/>
              <w:lang w:bidi="da-DK"/>
            </w:rPr>
            <w:t>Dagens mål</w:t>
          </w:r>
        </w:p>
      </w:docPartBody>
    </w:docPart>
    <w:docPart>
      <w:docPartPr>
        <w:name w:val="26FB7B1BD5FA496BB3641526CF9D6E37"/>
        <w:category>
          <w:name w:val="Generelt"/>
          <w:gallery w:val="placeholder"/>
        </w:category>
        <w:types>
          <w:type w:val="bbPlcHdr"/>
        </w:types>
        <w:behaviors>
          <w:behavior w:val="content"/>
        </w:behaviors>
        <w:guid w:val="{7B2C4BFA-BDB3-4A03-B917-399ACE5D291D}"/>
      </w:docPartPr>
      <w:docPartBody>
        <w:p w:rsidR="00000000" w:rsidRDefault="00720315">
          <w:pPr>
            <w:pStyle w:val="26FB7B1BD5FA496BB3641526CF9D6E37"/>
          </w:pPr>
          <w:r w:rsidRPr="00AF402F">
            <w:rPr>
              <w:noProof/>
              <w:lang w:bidi="da-DK"/>
            </w:rPr>
            <w:t>De seneste opdateringer</w:t>
          </w:r>
        </w:p>
      </w:docPartBody>
    </w:docPart>
    <w:docPart>
      <w:docPartPr>
        <w:name w:val="13567D872083400F9AB48DB91AEA226D"/>
        <w:category>
          <w:name w:val="Generelt"/>
          <w:gallery w:val="placeholder"/>
        </w:category>
        <w:types>
          <w:type w:val="bbPlcHdr"/>
        </w:types>
        <w:behaviors>
          <w:behavior w:val="content"/>
        </w:behaviors>
        <w:guid w:val="{CCBF059B-91AD-43DB-9CDE-D0E1CDA6A87A}"/>
      </w:docPartPr>
      <w:docPartBody>
        <w:p w:rsidR="00CD0CAC" w:rsidRPr="00AF402F" w:rsidRDefault="00720315" w:rsidP="00F66772">
          <w:pPr>
            <w:rPr>
              <w:noProof/>
            </w:rPr>
          </w:pPr>
          <w:r w:rsidRPr="00AF402F">
            <w:rPr>
              <w:noProof/>
              <w:lang w:bidi="da-DK"/>
            </w:rPr>
            <w:t>Du kan bruge video til effektivt at gøre rede for dit standpunkt. Når du klikker på Onlinevideo, kan du indsætte integreringskoden for den video, du vil tilføje. Du kan også skrive et nøgleord for at søge online efter den video, der</w:t>
          </w:r>
          <w:r w:rsidRPr="00AF402F">
            <w:rPr>
              <w:noProof/>
              <w:lang w:bidi="da-DK"/>
            </w:rPr>
            <w:t xml:space="preserve"> bedst passer til dit dokument. </w:t>
          </w:r>
        </w:p>
        <w:p w:rsidR="00CD0CAC" w:rsidRPr="00AF402F" w:rsidRDefault="00720315" w:rsidP="00F66772">
          <w:pPr>
            <w:rPr>
              <w:noProof/>
            </w:rPr>
          </w:pPr>
          <w:r w:rsidRPr="00AF402F">
            <w:rPr>
              <w:noProof/>
              <w:lang w:bidi="da-DK"/>
            </w:rPr>
            <w:t>Hvis du vil have dit dokument til at se ud, som om det er professionelt produceret, giver Word dig mulighed for at bruge sidehoved-, sidefod-, forside- og tekstboksdesign, som passer til hinanden. Du kan f.eks. tilføje en m</w:t>
          </w:r>
          <w:r w:rsidRPr="00AF402F">
            <w:rPr>
              <w:noProof/>
              <w:lang w:bidi="da-DK"/>
            </w:rPr>
            <w:t xml:space="preserve">atchende forside, sidehoved og margentekst. </w:t>
          </w:r>
        </w:p>
        <w:p w:rsidR="00CD0CAC" w:rsidRPr="00AF402F" w:rsidRDefault="00720315" w:rsidP="00F66772">
          <w:pPr>
            <w:rPr>
              <w:noProof/>
            </w:rPr>
          </w:pPr>
          <w:r w:rsidRPr="00AF402F">
            <w:rPr>
              <w:noProof/>
              <w:lang w:bidi="da-DK"/>
            </w:rPr>
            <w:t xml:space="preserve">Klik på Indsæt, og vælg derefter de ønskede elementer fra de forskellige gallerier. </w:t>
          </w:r>
        </w:p>
        <w:p w:rsidR="00CD0CAC" w:rsidRPr="00AF402F" w:rsidRDefault="00720315" w:rsidP="00F66772">
          <w:pPr>
            <w:rPr>
              <w:noProof/>
            </w:rPr>
          </w:pPr>
          <w:r w:rsidRPr="00AF402F">
            <w:rPr>
              <w:noProof/>
              <w:lang w:bidi="da-DK"/>
            </w:rPr>
            <w:t>Temaer og typografier hjælper også med at holde dit dokument koordineret. Når du klikker på Design og vælger et nyt tema, ændr</w:t>
          </w:r>
          <w:r w:rsidRPr="00AF402F">
            <w:rPr>
              <w:noProof/>
              <w:lang w:bidi="da-DK"/>
            </w:rPr>
            <w:t xml:space="preserve">es billeder, diagrammer og SmartArt-grafik, så de matcher dit nye tema. Når du anvender typografier, ændrer dine overskrifter sig, så de matcher det nye tema. </w:t>
          </w:r>
        </w:p>
        <w:p w:rsidR="00CD0CAC" w:rsidRPr="00AF402F" w:rsidRDefault="00720315" w:rsidP="00F66772">
          <w:pPr>
            <w:rPr>
              <w:noProof/>
            </w:rPr>
          </w:pPr>
          <w:r w:rsidRPr="00AF402F">
            <w:rPr>
              <w:noProof/>
              <w:lang w:bidi="da-DK"/>
            </w:rPr>
            <w:t>Spar tid i Word med nye knapper, der dukker op der, hvor du skal bruge dem. Hvis du vil ændre de</w:t>
          </w:r>
          <w:r w:rsidRPr="00AF402F">
            <w:rPr>
              <w:noProof/>
              <w:lang w:bidi="da-DK"/>
            </w:rPr>
            <w:t xml:space="preserve">n måde, som et billede passer ind i dit dokument på, skal du klikke på det, og derefter vises der en knap til layoutindstillinger ud for det. </w:t>
          </w:r>
        </w:p>
        <w:p w:rsidR="00000000" w:rsidRDefault="00720315">
          <w:pPr>
            <w:pStyle w:val="13567D872083400F9AB48DB91AEA226D"/>
          </w:pPr>
          <w:r w:rsidRPr="00AF402F">
            <w:rPr>
              <w:noProof/>
              <w:lang w:bidi="da-DK"/>
            </w:rPr>
            <w:t>Når du arbejder på en tabel, skal du klikke på det sted, hvor du vil tilføje en række eller kolonne. Klik derefte</w:t>
          </w:r>
          <w:r w:rsidRPr="00AF402F">
            <w:rPr>
              <w:noProof/>
              <w:lang w:bidi="da-DK"/>
            </w:rPr>
            <w:t>r på plustegnet.</w:t>
          </w:r>
        </w:p>
      </w:docPartBody>
    </w:docPart>
    <w:docPart>
      <w:docPartPr>
        <w:name w:val="3FD3313A96814F949C2C4BF25598BC14"/>
        <w:category>
          <w:name w:val="Generelt"/>
          <w:gallery w:val="placeholder"/>
        </w:category>
        <w:types>
          <w:type w:val="bbPlcHdr"/>
        </w:types>
        <w:behaviors>
          <w:behavior w:val="content"/>
        </w:behaviors>
        <w:guid w:val="{DD9A60AE-911C-4841-B3EF-71337803267F}"/>
      </w:docPartPr>
      <w:docPartBody>
        <w:p w:rsidR="00000000" w:rsidRDefault="00720315">
          <w:pPr>
            <w:pStyle w:val="3FD3313A96814F949C2C4BF25598BC14"/>
          </w:pPr>
          <w:r w:rsidRPr="00AF402F">
            <w:rPr>
              <w:lang w:bidi="da-DK"/>
            </w:rPr>
            <w:t>Billedtekst: Hvis du vil have dit dokument til at se ud, som om det er professionelt produceret, giver Word dig mulighed for at bruge sidehoved-, sidefod-, forside- og tekstboksdesign, som passer til hinanden.</w:t>
          </w:r>
        </w:p>
      </w:docPartBody>
    </w:docPart>
    <w:docPart>
      <w:docPartPr>
        <w:name w:val="EC76DB09618A4A81806DD16D5B50DDC5"/>
        <w:category>
          <w:name w:val="Generelt"/>
          <w:gallery w:val="placeholder"/>
        </w:category>
        <w:types>
          <w:type w:val="bbPlcHdr"/>
        </w:types>
        <w:behaviors>
          <w:behavior w:val="content"/>
        </w:behaviors>
        <w:guid w:val="{214BB300-56CC-45D2-A14B-A1E43A15542A}"/>
      </w:docPartPr>
      <w:docPartBody>
        <w:p w:rsidR="00000000" w:rsidRDefault="00720315">
          <w:pPr>
            <w:pStyle w:val="EC76DB09618A4A81806DD16D5B50DDC5"/>
          </w:pPr>
          <w:r w:rsidRPr="00AF402F">
            <w:rPr>
              <w:noProof/>
              <w:lang w:bidi="da-DK"/>
            </w:rPr>
            <w:t>Mirjam Nilsson</w:t>
          </w:r>
        </w:p>
      </w:docPartBody>
    </w:docPart>
    <w:docPart>
      <w:docPartPr>
        <w:name w:val="6CEEEC4774D54F0CB9A1FDC191489663"/>
        <w:category>
          <w:name w:val="Generelt"/>
          <w:gallery w:val="placeholder"/>
        </w:category>
        <w:types>
          <w:type w:val="bbPlcHdr"/>
        </w:types>
        <w:behaviors>
          <w:behavior w:val="content"/>
        </w:behaviors>
        <w:guid w:val="{D3A78DB2-9FEA-4537-8B86-F4A58C1FE509}"/>
      </w:docPartPr>
      <w:docPartBody>
        <w:p w:rsidR="00000000" w:rsidRDefault="00720315">
          <w:pPr>
            <w:pStyle w:val="6CEEEC4774D54F0CB9A1FDC191489663"/>
          </w:pPr>
          <w:r w:rsidRPr="00AF402F">
            <w:rPr>
              <w:noProof/>
              <w:lang w:bidi="da-DK"/>
            </w:rPr>
            <w:t>Dagens mål</w:t>
          </w:r>
        </w:p>
      </w:docPartBody>
    </w:docPart>
    <w:docPart>
      <w:docPartPr>
        <w:name w:val="9BD426D4C8964457BD1F1A9B99DDFA58"/>
        <w:category>
          <w:name w:val="Generelt"/>
          <w:gallery w:val="placeholder"/>
        </w:category>
        <w:types>
          <w:type w:val="bbPlcHdr"/>
        </w:types>
        <w:behaviors>
          <w:behavior w:val="content"/>
        </w:behaviors>
        <w:guid w:val="{AC8DF62B-8FDD-4AF0-A8CA-301F041FEB5E}"/>
      </w:docPartPr>
      <w:docPartBody>
        <w:p w:rsidR="00000000" w:rsidRDefault="00720315">
          <w:pPr>
            <w:pStyle w:val="9BD426D4C8964457BD1F1A9B99DDFA58"/>
          </w:pPr>
          <w:r w:rsidRPr="00AF402F">
            <w:rPr>
              <w:noProof/>
              <w:lang w:bidi="da-DK"/>
            </w:rPr>
            <w:t xml:space="preserve">De </w:t>
          </w:r>
          <w:r w:rsidRPr="00AF402F">
            <w:rPr>
              <w:noProof/>
              <w:lang w:bidi="da-DK"/>
            </w:rPr>
            <w:t>seneste opdateringer, der får dig gennem dagen</w:t>
          </w:r>
        </w:p>
      </w:docPartBody>
    </w:docPart>
    <w:docPart>
      <w:docPartPr>
        <w:name w:val="387F8E70DB1D41068EF1B056B4FCA6A9"/>
        <w:category>
          <w:name w:val="Generelt"/>
          <w:gallery w:val="placeholder"/>
        </w:category>
        <w:types>
          <w:type w:val="bbPlcHdr"/>
        </w:types>
        <w:behaviors>
          <w:behavior w:val="content"/>
        </w:behaviors>
        <w:guid w:val="{5D6682A3-2E9E-4711-8D5E-C2AC0E040A94}"/>
      </w:docPartPr>
      <w:docPartBody>
        <w:p w:rsidR="00CD0CAC" w:rsidRPr="00AF402F" w:rsidRDefault="00720315" w:rsidP="009D5E5F">
          <w:pPr>
            <w:rPr>
              <w:noProof/>
            </w:rPr>
          </w:pPr>
          <w:r w:rsidRPr="00AF402F">
            <w:rPr>
              <w:noProof/>
              <w:lang w:bidi="da-DK"/>
            </w:rPr>
            <w:t>Du kan bruge video til effektivt at gøre rede for dit standpunkt. Når du klikker på Onlinevideo, kan du indsætte integreringskoden for den video, du vil tilføje. Du kan også skrive et nøgleord for at søge onli</w:t>
          </w:r>
          <w:r w:rsidRPr="00AF402F">
            <w:rPr>
              <w:noProof/>
              <w:lang w:bidi="da-DK"/>
            </w:rPr>
            <w:t xml:space="preserve">ne efter den video, der bedst passer til dit dokument. </w:t>
          </w:r>
        </w:p>
        <w:p w:rsidR="00CD0CAC" w:rsidRPr="00AF402F" w:rsidRDefault="00720315" w:rsidP="009D5E5F">
          <w:pPr>
            <w:rPr>
              <w:rFonts w:eastAsia="Times New Roman" w:cs="Times New Roman"/>
              <w:noProof/>
              <w:szCs w:val="24"/>
            </w:rPr>
          </w:pPr>
          <w:r w:rsidRPr="00AF402F">
            <w:rPr>
              <w:rFonts w:eastAsia="Times New Roman" w:cs="Times New Roman"/>
              <w:noProof/>
              <w:szCs w:val="24"/>
              <w:lang w:bidi="da-DK"/>
            </w:rPr>
            <w:t xml:space="preserve">Hvis du vil have dit dokument til at se ud, som om det er professionelt produceret, giver Word dig mulighed for at bruge sidehoved-, sidefod-, forside- og tekstboksdesign, som passer til hinanden. Du </w:t>
          </w:r>
          <w:r w:rsidRPr="00AF402F">
            <w:rPr>
              <w:rFonts w:eastAsia="Times New Roman" w:cs="Times New Roman"/>
              <w:noProof/>
              <w:szCs w:val="24"/>
              <w:lang w:bidi="da-DK"/>
            </w:rPr>
            <w:t xml:space="preserve">kan f.eks. tilføje en matchende forside, sidehoved og margentekst. </w:t>
          </w:r>
        </w:p>
        <w:p w:rsidR="00000000" w:rsidRDefault="00720315">
          <w:pPr>
            <w:pStyle w:val="387F8E70DB1D41068EF1B056B4FCA6A9"/>
          </w:pPr>
          <w:r w:rsidRPr="00AF402F">
            <w:rPr>
              <w:noProof/>
              <w:lang w:bidi="da-DK"/>
            </w:rPr>
            <w:t xml:space="preserve">Spar tid i Word med nye knapper, der kommer frem, hvor du skal bruge dem. Hvis du vil ændre den måde, som et billede passer ind i dit dokument på, skal du klikke på det, og derefter vises </w:t>
          </w:r>
          <w:r w:rsidRPr="00AF402F">
            <w:rPr>
              <w:noProof/>
              <w:lang w:bidi="da-DK"/>
            </w:rPr>
            <w:t>der en knap til layoutindstillinger ud for det. Når du arbejder på en tabel, skal du klikke på det sted, hvor du vil tilføje en række eller kolonne. Klik derefter på plustegnet.</w:t>
          </w:r>
        </w:p>
      </w:docPartBody>
    </w:docPart>
    <w:docPart>
      <w:docPartPr>
        <w:name w:val="BF8B1D54B5974A3CB9235614F1688E33"/>
        <w:category>
          <w:name w:val="Generelt"/>
          <w:gallery w:val="placeholder"/>
        </w:category>
        <w:types>
          <w:type w:val="bbPlcHdr"/>
        </w:types>
        <w:behaviors>
          <w:behavior w:val="content"/>
        </w:behaviors>
        <w:guid w:val="{05B0AAA6-9A1E-4E98-82A4-F1C5C45C97BB}"/>
      </w:docPartPr>
      <w:docPartBody>
        <w:p w:rsidR="00CD0CAC" w:rsidRPr="00AF402F" w:rsidRDefault="00720315" w:rsidP="009D5E5F">
          <w:pPr>
            <w:rPr>
              <w:noProof/>
            </w:rPr>
          </w:pPr>
          <w:r w:rsidRPr="00AF402F">
            <w:rPr>
              <w:noProof/>
              <w:lang w:bidi="da-DK"/>
            </w:rPr>
            <w:t xml:space="preserve">Temaer og typografier hjælper også med at holde dit dokument koordineret. Når </w:t>
          </w:r>
          <w:r w:rsidRPr="00AF402F">
            <w:rPr>
              <w:noProof/>
              <w:lang w:bidi="da-DK"/>
            </w:rPr>
            <w:t xml:space="preserve">du klikker på Design og vælger et nyt tema, ændres billeder, diagrammer og SmartArt-grafik, så de matcher dit nye tema. Når du anvender typografier, ændrer dine overskrifter sig, så de matcher det nye tema. </w:t>
          </w:r>
        </w:p>
        <w:p w:rsidR="00CD0CAC" w:rsidRPr="00AF402F" w:rsidRDefault="00720315" w:rsidP="009D5E5F">
          <w:pPr>
            <w:rPr>
              <w:noProof/>
            </w:rPr>
          </w:pPr>
          <w:r w:rsidRPr="00AF402F">
            <w:rPr>
              <w:noProof/>
              <w:lang w:bidi="da-DK"/>
            </w:rPr>
            <w:t>Spar tid i Word med nye knapper, der dukker op d</w:t>
          </w:r>
          <w:r w:rsidRPr="00AF402F">
            <w:rPr>
              <w:noProof/>
              <w:lang w:bidi="da-DK"/>
            </w:rPr>
            <w:t>er, hvor du skal bruge dem. Hvis du vil ændre den måde, som et billede passer ind i dit dokument på, skal du klikke på det, og derefter vises der en knap til layoutindstillinger ud for det. Når du arbejder på en tabel, skal du klikke på det sted, hvor du v</w:t>
          </w:r>
          <w:r w:rsidRPr="00AF402F">
            <w:rPr>
              <w:noProof/>
              <w:lang w:bidi="da-DK"/>
            </w:rPr>
            <w:t xml:space="preserve">il tilføje en række eller kolonne. Klik derefter på plustegnet. </w:t>
          </w:r>
        </w:p>
        <w:p w:rsidR="00000000" w:rsidRDefault="00720315">
          <w:pPr>
            <w:pStyle w:val="BF8B1D54B5974A3CB9235614F1688E33"/>
          </w:pPr>
          <w:r w:rsidRPr="00AF402F">
            <w:rPr>
              <w:noProof/>
              <w:lang w:bidi="da-DK"/>
            </w:rPr>
            <w:t xml:space="preserve">Det er også nemmere at læse i den nye læsevisning. Du kan skjule dele af dokumentet og fokusere på den ønskede tekst. Hvis du vil stoppe med at læse, før du når slutningen, husker Word, hvor </w:t>
          </w:r>
          <w:r w:rsidRPr="00AF402F">
            <w:rPr>
              <w:noProof/>
              <w:lang w:bidi="da-DK"/>
            </w:rPr>
            <w:t>du slap – også selvom det er på en anden enhed.</w:t>
          </w:r>
        </w:p>
      </w:docPartBody>
    </w:docPart>
    <w:docPart>
      <w:docPartPr>
        <w:name w:val="55CE60517FA740E7A5E9BD28E2B2C82F"/>
        <w:category>
          <w:name w:val="Generelt"/>
          <w:gallery w:val="placeholder"/>
        </w:category>
        <w:types>
          <w:type w:val="bbPlcHdr"/>
        </w:types>
        <w:behaviors>
          <w:behavior w:val="content"/>
        </w:behaviors>
        <w:guid w:val="{5C77F04B-7688-48E7-914B-CF74050D5EA0}"/>
      </w:docPartPr>
      <w:docPartBody>
        <w:p w:rsidR="00000000" w:rsidRDefault="00720315">
          <w:pPr>
            <w:pStyle w:val="55CE60517FA740E7A5E9BD28E2B2C82F"/>
          </w:pPr>
          <w:r w:rsidRPr="00AF402F">
            <w:rPr>
              <w:lang w:bidi="da-DK"/>
            </w:rPr>
            <w:t>Billedtekst: Hvis du vil have dit dokument til at se ud, som om det er professionelt produceret, giver Word dig mulighed for at bruge sidehoved-, sidefod-, forside- og tekstboksdesign, som passer til hinanden</w:t>
          </w:r>
          <w:r w:rsidRPr="00AF402F">
            <w:rPr>
              <w:lang w:bidi="da-DK"/>
            </w:rPr>
            <w:t>.</w:t>
          </w:r>
        </w:p>
      </w:docPartBody>
    </w:docPart>
    <w:docPart>
      <w:docPartPr>
        <w:name w:val="4E5412CD03E34E959CE398DC4B8B5969"/>
        <w:category>
          <w:name w:val="Generelt"/>
          <w:gallery w:val="placeholder"/>
        </w:category>
        <w:types>
          <w:type w:val="bbPlcHdr"/>
        </w:types>
        <w:behaviors>
          <w:behavior w:val="content"/>
        </w:behaviors>
        <w:guid w:val="{1E72DBE4-73EF-446F-AD04-2894B075A1A5}"/>
      </w:docPartPr>
      <w:docPartBody>
        <w:p w:rsidR="00000000" w:rsidRDefault="00720315">
          <w:pPr>
            <w:pStyle w:val="4E5412CD03E34E959CE398DC4B8B5969"/>
          </w:pPr>
          <w:r w:rsidRPr="00AF402F">
            <w:rPr>
              <w:rStyle w:val="Pladsholdertekst"/>
              <w:noProof/>
              <w:lang w:bidi="da-DK"/>
            </w:rPr>
            <w:t>Dagens mål</w:t>
          </w:r>
        </w:p>
      </w:docPartBody>
    </w:docPart>
    <w:docPart>
      <w:docPartPr>
        <w:name w:val="3680DF1D73CF4E2894E4B8A512B8B94F"/>
        <w:category>
          <w:name w:val="Generelt"/>
          <w:gallery w:val="placeholder"/>
        </w:category>
        <w:types>
          <w:type w:val="bbPlcHdr"/>
        </w:types>
        <w:behaviors>
          <w:behavior w:val="content"/>
        </w:behaviors>
        <w:guid w:val="{9CFE8035-4666-4339-88BC-1030B79E91DB}"/>
      </w:docPartPr>
      <w:docPartBody>
        <w:p w:rsidR="00000000" w:rsidRDefault="00720315">
          <w:pPr>
            <w:pStyle w:val="3680DF1D73CF4E2894E4B8A512B8B94F"/>
          </w:pPr>
          <w:r w:rsidRPr="00AF402F">
            <w:rPr>
              <w:noProof/>
              <w:lang w:bidi="da-DK"/>
            </w:rPr>
            <w:t>De seneste opdateringer</w:t>
          </w:r>
        </w:p>
      </w:docPartBody>
    </w:docPart>
    <w:docPart>
      <w:docPartPr>
        <w:name w:val="79359812325E43BAAF1072FEEF4947B1"/>
        <w:category>
          <w:name w:val="Generelt"/>
          <w:gallery w:val="placeholder"/>
        </w:category>
        <w:types>
          <w:type w:val="bbPlcHdr"/>
        </w:types>
        <w:behaviors>
          <w:behavior w:val="content"/>
        </w:behaviors>
        <w:guid w:val="{B746117D-0F92-4152-908B-25F8518F8A97}"/>
      </w:docPartPr>
      <w:docPartBody>
        <w:p w:rsidR="00000000" w:rsidRDefault="00720315">
          <w:pPr>
            <w:pStyle w:val="79359812325E43BAAF1072FEEF4947B1"/>
          </w:pPr>
          <w:r w:rsidRPr="00AF402F">
            <w:rPr>
              <w:noProof/>
              <w:lang w:bidi="da-DK"/>
            </w:rPr>
            <w:t>Dagens mål</w:t>
          </w:r>
        </w:p>
      </w:docPartBody>
    </w:docPart>
    <w:docPart>
      <w:docPartPr>
        <w:name w:val="A72845697AE04FAA956FDD21CA18EE90"/>
        <w:category>
          <w:name w:val="Generelt"/>
          <w:gallery w:val="placeholder"/>
        </w:category>
        <w:types>
          <w:type w:val="bbPlcHdr"/>
        </w:types>
        <w:behaviors>
          <w:behavior w:val="content"/>
        </w:behaviors>
        <w:guid w:val="{D243169F-32FC-4D19-9FF9-B7BFB7FECEA7}"/>
      </w:docPartPr>
      <w:docPartBody>
        <w:p w:rsidR="00000000" w:rsidRDefault="00720315">
          <w:pPr>
            <w:pStyle w:val="A72845697AE04FAA956FDD21CA18EE90"/>
          </w:pPr>
          <w:r w:rsidRPr="00AF402F">
            <w:rPr>
              <w:noProof/>
              <w:lang w:bidi="da-DK"/>
            </w:rPr>
            <w:t>De seneste opdateringer</w:t>
          </w:r>
        </w:p>
      </w:docPartBody>
    </w:docPart>
    <w:docPart>
      <w:docPartPr>
        <w:name w:val="2316E09A0F6144679D645B910E83B47B"/>
        <w:category>
          <w:name w:val="Generelt"/>
          <w:gallery w:val="placeholder"/>
        </w:category>
        <w:types>
          <w:type w:val="bbPlcHdr"/>
        </w:types>
        <w:behaviors>
          <w:behavior w:val="content"/>
        </w:behaviors>
        <w:guid w:val="{7757B1F0-26E7-481A-A817-33C5E9C2A4F0}"/>
      </w:docPartPr>
      <w:docPartBody>
        <w:p w:rsidR="00000000" w:rsidRDefault="00720315">
          <w:pPr>
            <w:pStyle w:val="2316E09A0F6144679D645B910E83B47B"/>
          </w:pPr>
          <w:r w:rsidRPr="00AF402F">
            <w:rPr>
              <w:noProof/>
              <w:lang w:bidi="da-DK"/>
            </w:rPr>
            <w:t>Dagens mål</w:t>
          </w:r>
        </w:p>
      </w:docPartBody>
    </w:docPart>
    <w:docPart>
      <w:docPartPr>
        <w:name w:val="E57BAA31CFCB4083A68B65F8E252C992"/>
        <w:category>
          <w:name w:val="Generelt"/>
          <w:gallery w:val="placeholder"/>
        </w:category>
        <w:types>
          <w:type w:val="bbPlcHdr"/>
        </w:types>
        <w:behaviors>
          <w:behavior w:val="content"/>
        </w:behaviors>
        <w:guid w:val="{32BD1FF0-0901-4979-B4DE-EA9EED27AF45}"/>
      </w:docPartPr>
      <w:docPartBody>
        <w:p w:rsidR="00000000" w:rsidRDefault="00720315">
          <w:pPr>
            <w:pStyle w:val="E57BAA31CFCB4083A68B65F8E252C992"/>
          </w:pPr>
          <w:r w:rsidRPr="00AF402F">
            <w:rPr>
              <w:noProof/>
              <w:lang w:bidi="da-DK"/>
            </w:rPr>
            <w:t>De seneste opdateringer</w:t>
          </w:r>
        </w:p>
      </w:docPartBody>
    </w:docPart>
    <w:docPart>
      <w:docPartPr>
        <w:name w:val="C3DC41B3A6C4491697DA10C1DEA84D7A"/>
        <w:category>
          <w:name w:val="Generelt"/>
          <w:gallery w:val="placeholder"/>
        </w:category>
        <w:types>
          <w:type w:val="bbPlcHdr"/>
        </w:types>
        <w:behaviors>
          <w:behavior w:val="content"/>
        </w:behaviors>
        <w:guid w:val="{3C05B205-A8A2-489C-9605-EAB5F2296E79}"/>
      </w:docPartPr>
      <w:docPartBody>
        <w:p w:rsidR="00000000" w:rsidRDefault="00720315">
          <w:pPr>
            <w:pStyle w:val="C3DC41B3A6C4491697DA10C1DEA84D7A"/>
          </w:pPr>
          <w:r w:rsidRPr="00AF402F">
            <w:rPr>
              <w:noProof/>
              <w:lang w:bidi="da-DK"/>
            </w:rPr>
            <w:t>Mirjam Nilsson</w:t>
          </w:r>
        </w:p>
      </w:docPartBody>
    </w:docPart>
    <w:docPart>
      <w:docPartPr>
        <w:name w:val="70B30404BC9549EBA03E83854D52C99C"/>
        <w:category>
          <w:name w:val="Generelt"/>
          <w:gallery w:val="placeholder"/>
        </w:category>
        <w:types>
          <w:type w:val="bbPlcHdr"/>
        </w:types>
        <w:behaviors>
          <w:behavior w:val="content"/>
        </w:behaviors>
        <w:guid w:val="{7E6FC20F-7D91-4291-88C0-D9F343E6460A}"/>
      </w:docPartPr>
      <w:docPartBody>
        <w:p w:rsidR="00000000" w:rsidRDefault="00720315">
          <w:pPr>
            <w:pStyle w:val="70B30404BC9549EBA03E83854D52C99C"/>
          </w:pPr>
          <w:r w:rsidRPr="00AF402F">
            <w:rPr>
              <w:noProof/>
              <w:lang w:bidi="da-DK"/>
            </w:rPr>
            <w:t>Mirjam Nilsson</w:t>
          </w:r>
        </w:p>
      </w:docPartBody>
    </w:docPart>
    <w:docPart>
      <w:docPartPr>
        <w:name w:val="8C724D6691234F93855B9782946DEE61"/>
        <w:category>
          <w:name w:val="Generelt"/>
          <w:gallery w:val="placeholder"/>
        </w:category>
        <w:types>
          <w:type w:val="bbPlcHdr"/>
        </w:types>
        <w:behaviors>
          <w:behavior w:val="content"/>
        </w:behaviors>
        <w:guid w:val="{3CDD79C8-DB2A-4867-832D-5DA3607FC177}"/>
      </w:docPartPr>
      <w:docPartBody>
        <w:p w:rsidR="00000000" w:rsidRDefault="00720315">
          <w:pPr>
            <w:pStyle w:val="8C724D6691234F93855B9782946DEE61"/>
          </w:pPr>
          <w:r w:rsidRPr="00AF402F">
            <w:rPr>
              <w:noProof/>
              <w:lang w:bidi="da-DK"/>
            </w:rPr>
            <w:t>Mirjam Nilsson</w:t>
          </w:r>
        </w:p>
      </w:docPartBody>
    </w:docPart>
    <w:docPart>
      <w:docPartPr>
        <w:name w:val="FB9BE4361C6F49EF86254A41EE3B24BC"/>
        <w:category>
          <w:name w:val="Generelt"/>
          <w:gallery w:val="placeholder"/>
        </w:category>
        <w:types>
          <w:type w:val="bbPlcHdr"/>
        </w:types>
        <w:behaviors>
          <w:behavior w:val="content"/>
        </w:behaviors>
        <w:guid w:val="{155C843E-D1E4-451B-8F5B-FE8446E801FD}"/>
      </w:docPartPr>
      <w:docPartBody>
        <w:p w:rsidR="00000000" w:rsidRDefault="00720315">
          <w:pPr>
            <w:pStyle w:val="FB9BE4361C6F49EF86254A41EE3B24BC"/>
          </w:pPr>
          <w:r w:rsidRPr="00AF402F">
            <w:rPr>
              <w:noProof/>
              <w:lang w:bidi="da-DK"/>
            </w:rPr>
            <w:t xml:space="preserve">Hvis du vil have dit dokument til at se ud, som om det er professionelt produceret, giver Word dig mulighed for at bruge </w:t>
          </w:r>
          <w:r w:rsidRPr="00AF402F">
            <w:rPr>
              <w:noProof/>
              <w:lang w:bidi="da-DK"/>
            </w:rPr>
            <w:t>sidehoved-, sidefod-, forside- og tekstboksdesign, som passer til hinanden.</w:t>
          </w:r>
        </w:p>
      </w:docPartBody>
    </w:docPart>
    <w:docPart>
      <w:docPartPr>
        <w:name w:val="1F4BAB260673467382693191B0E71773"/>
        <w:category>
          <w:name w:val="Generelt"/>
          <w:gallery w:val="placeholder"/>
        </w:category>
        <w:types>
          <w:type w:val="bbPlcHdr"/>
        </w:types>
        <w:behaviors>
          <w:behavior w:val="content"/>
        </w:behaviors>
        <w:guid w:val="{1292DA46-42E3-481F-972B-E2859F3A5564}"/>
      </w:docPartPr>
      <w:docPartBody>
        <w:p w:rsidR="00000000" w:rsidRDefault="00720315">
          <w:pPr>
            <w:pStyle w:val="1F4BAB260673467382693191B0E71773"/>
          </w:pPr>
          <w:r w:rsidRPr="00AF402F">
            <w:rPr>
              <w:noProof/>
              <w:lang w:bidi="da-DK"/>
            </w:rPr>
            <w:t>Det er også nemmere at læse i den nye Læsevisning. Du kan skjule dele af dokumentet og fokusere på den tekst, du vil.</w:t>
          </w:r>
        </w:p>
      </w:docPartBody>
    </w:docPart>
    <w:docPart>
      <w:docPartPr>
        <w:name w:val="FD56262BE05F4570A9597A34AEDC45CC"/>
        <w:category>
          <w:name w:val="Generelt"/>
          <w:gallery w:val="placeholder"/>
        </w:category>
        <w:types>
          <w:type w:val="bbPlcHdr"/>
        </w:types>
        <w:behaviors>
          <w:behavior w:val="content"/>
        </w:behaviors>
        <w:guid w:val="{2C05C443-86A9-4E8C-B20F-FCD0BF242200}"/>
      </w:docPartPr>
      <w:docPartBody>
        <w:p w:rsidR="00000000" w:rsidRDefault="00720315">
          <w:pPr>
            <w:pStyle w:val="FD56262BE05F4570A9597A34AEDC45CC"/>
          </w:pPr>
          <w:r w:rsidRPr="00AF402F">
            <w:rPr>
              <w:noProof/>
              <w:lang w:bidi="da-DK"/>
            </w:rPr>
            <w:t>Hvis du vil have dit dokument til at se ud, som om det</w:t>
          </w:r>
          <w:r w:rsidRPr="00AF402F">
            <w:rPr>
              <w:noProof/>
              <w:lang w:bidi="da-DK"/>
            </w:rPr>
            <w:t xml:space="preserve"> er professionelt produceret, giver Word dig mulighed for at bruge sidehoved-, sidefod-, forside- og tekstboksdesign, som passer til hinanden.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Baskerville Old Face">
    <w:panose1 w:val="02020602080505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Georgia Pro Black">
    <w:altName w:val="Georgia Pro Black"/>
    <w:charset w:val="00"/>
    <w:family w:val="roman"/>
    <w:pitch w:val="variable"/>
    <w:sig w:usb0="800002AF" w:usb1="00000003" w:usb2="00000000" w:usb3="00000000" w:csb0="0000009F" w:csb1="00000000"/>
  </w:font>
  <w:font w:name="Segoe UI">
    <w:panose1 w:val="020B0502040204020203"/>
    <w:charset w:val="00"/>
    <w:family w:val="swiss"/>
    <w:pitch w:val="variable"/>
    <w:sig w:usb0="E4002EFF" w:usb1="C000E47F" w:usb2="00000009" w:usb3="00000000" w:csb0="000001FF" w:csb1="00000000"/>
  </w:font>
  <w:font w:name="Georgia Pro">
    <w:charset w:val="00"/>
    <w:family w:val="roman"/>
    <w:pitch w:val="variable"/>
    <w:sig w:usb0="800002AF" w:usb1="00000003"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8CF"/>
    <w:rsid w:val="003758CF"/>
    <w:rsid w:val="0072031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31FDED35E86B4A108AF15D1AEF72C066">
    <w:name w:val="31FDED35E86B4A108AF15D1AEF72C066"/>
  </w:style>
  <w:style w:type="paragraph" w:customStyle="1" w:styleId="A05965D5DC8D4884BF0E0E31D2FE2837">
    <w:name w:val="A05965D5DC8D4884BF0E0E31D2FE2837"/>
  </w:style>
  <w:style w:type="paragraph" w:customStyle="1" w:styleId="6B78A53BAF7049EDA3D303AF9CCF8B12">
    <w:name w:val="6B78A53BAF7049EDA3D303AF9CCF8B12"/>
  </w:style>
  <w:style w:type="paragraph" w:customStyle="1" w:styleId="79EE6FDEE23E4418AB4AD8626B0DF794">
    <w:name w:val="79EE6FDEE23E4418AB4AD8626B0DF794"/>
  </w:style>
  <w:style w:type="paragraph" w:customStyle="1" w:styleId="4BFFD84B875F453F86671BC45826B022">
    <w:name w:val="4BFFD84B875F453F86671BC45826B022"/>
  </w:style>
  <w:style w:type="paragraph" w:customStyle="1" w:styleId="39F41D659DDD423DB61CCEA87D227A43">
    <w:name w:val="39F41D659DDD423DB61CCEA87D227A43"/>
  </w:style>
  <w:style w:type="paragraph" w:customStyle="1" w:styleId="26FB7B1BD5FA496BB3641526CF9D6E37">
    <w:name w:val="26FB7B1BD5FA496BB3641526CF9D6E37"/>
  </w:style>
  <w:style w:type="paragraph" w:customStyle="1" w:styleId="13567D872083400F9AB48DB91AEA226D">
    <w:name w:val="13567D872083400F9AB48DB91AEA226D"/>
  </w:style>
  <w:style w:type="paragraph" w:customStyle="1" w:styleId="3FD3313A96814F949C2C4BF25598BC14">
    <w:name w:val="3FD3313A96814F949C2C4BF25598BC14"/>
  </w:style>
  <w:style w:type="paragraph" w:customStyle="1" w:styleId="EC76DB09618A4A81806DD16D5B50DDC5">
    <w:name w:val="EC76DB09618A4A81806DD16D5B50DDC5"/>
  </w:style>
  <w:style w:type="paragraph" w:customStyle="1" w:styleId="6CEEEC4774D54F0CB9A1FDC191489663">
    <w:name w:val="6CEEEC4774D54F0CB9A1FDC191489663"/>
  </w:style>
  <w:style w:type="paragraph" w:customStyle="1" w:styleId="9BD426D4C8964457BD1F1A9B99DDFA58">
    <w:name w:val="9BD426D4C8964457BD1F1A9B99DDFA58"/>
  </w:style>
  <w:style w:type="paragraph" w:customStyle="1" w:styleId="387F8E70DB1D41068EF1B056B4FCA6A9">
    <w:name w:val="387F8E70DB1D41068EF1B056B4FCA6A9"/>
  </w:style>
  <w:style w:type="paragraph" w:customStyle="1" w:styleId="BF8B1D54B5974A3CB9235614F1688E33">
    <w:name w:val="BF8B1D54B5974A3CB9235614F1688E33"/>
  </w:style>
  <w:style w:type="paragraph" w:customStyle="1" w:styleId="55CE60517FA740E7A5E9BD28E2B2C82F">
    <w:name w:val="55CE60517FA740E7A5E9BD28E2B2C82F"/>
  </w:style>
  <w:style w:type="character" w:styleId="Pladsholdertekst">
    <w:name w:val="Placeholder Text"/>
    <w:basedOn w:val="Standardskrifttypeiafsnit"/>
    <w:uiPriority w:val="99"/>
    <w:semiHidden/>
    <w:rsid w:val="003758CF"/>
    <w:rPr>
      <w:color w:val="808080"/>
    </w:rPr>
  </w:style>
  <w:style w:type="paragraph" w:customStyle="1" w:styleId="4E5412CD03E34E959CE398DC4B8B5969">
    <w:name w:val="4E5412CD03E34E959CE398DC4B8B5969"/>
  </w:style>
  <w:style w:type="paragraph" w:customStyle="1" w:styleId="3680DF1D73CF4E2894E4B8A512B8B94F">
    <w:name w:val="3680DF1D73CF4E2894E4B8A512B8B94F"/>
  </w:style>
  <w:style w:type="paragraph" w:customStyle="1" w:styleId="79359812325E43BAAF1072FEEF4947B1">
    <w:name w:val="79359812325E43BAAF1072FEEF4947B1"/>
  </w:style>
  <w:style w:type="paragraph" w:customStyle="1" w:styleId="A72845697AE04FAA956FDD21CA18EE90">
    <w:name w:val="A72845697AE04FAA956FDD21CA18EE90"/>
  </w:style>
  <w:style w:type="paragraph" w:customStyle="1" w:styleId="2316E09A0F6144679D645B910E83B47B">
    <w:name w:val="2316E09A0F6144679D645B910E83B47B"/>
  </w:style>
  <w:style w:type="paragraph" w:customStyle="1" w:styleId="E57BAA31CFCB4083A68B65F8E252C992">
    <w:name w:val="E57BAA31CFCB4083A68B65F8E252C992"/>
  </w:style>
  <w:style w:type="paragraph" w:customStyle="1" w:styleId="C3DC41B3A6C4491697DA10C1DEA84D7A">
    <w:name w:val="C3DC41B3A6C4491697DA10C1DEA84D7A"/>
  </w:style>
  <w:style w:type="paragraph" w:customStyle="1" w:styleId="70B30404BC9549EBA03E83854D52C99C">
    <w:name w:val="70B30404BC9549EBA03E83854D52C99C"/>
  </w:style>
  <w:style w:type="paragraph" w:customStyle="1" w:styleId="8C724D6691234F93855B9782946DEE61">
    <w:name w:val="8C724D6691234F93855B9782946DEE61"/>
  </w:style>
  <w:style w:type="paragraph" w:customStyle="1" w:styleId="FB9BE4361C6F49EF86254A41EE3B24BC">
    <w:name w:val="FB9BE4361C6F49EF86254A41EE3B24BC"/>
  </w:style>
  <w:style w:type="paragraph" w:customStyle="1" w:styleId="C9A32081BD0445CE86F3C8428BCE0146">
    <w:name w:val="C9A32081BD0445CE86F3C8428BCE0146"/>
  </w:style>
  <w:style w:type="paragraph" w:customStyle="1" w:styleId="1F4BAB260673467382693191B0E71773">
    <w:name w:val="1F4BAB260673467382693191B0E71773"/>
  </w:style>
  <w:style w:type="paragraph" w:customStyle="1" w:styleId="0761172DBE08429EA8B7E9A6617E5A66">
    <w:name w:val="0761172DBE08429EA8B7E9A6617E5A66"/>
  </w:style>
  <w:style w:type="paragraph" w:customStyle="1" w:styleId="FD56262BE05F4570A9597A34AEDC45CC">
    <w:name w:val="FD56262BE05F4570A9597A34AEDC45CC"/>
  </w:style>
  <w:style w:type="paragraph" w:customStyle="1" w:styleId="06C8A9457CE64D94A9784C8F9EDE1BA0">
    <w:name w:val="06C8A9457CE64D94A9784C8F9EDE1BA0"/>
  </w:style>
  <w:style w:type="paragraph" w:customStyle="1" w:styleId="38DD3F8D89AE4D6880B080D66D20BF2B">
    <w:name w:val="38DD3F8D89AE4D6880B080D66D20BF2B"/>
  </w:style>
  <w:style w:type="paragraph" w:customStyle="1" w:styleId="7C83F3943F60459799CAC95FC344D625">
    <w:name w:val="7C83F3943F60459799CAC95FC344D625"/>
  </w:style>
  <w:style w:type="paragraph" w:customStyle="1" w:styleId="C3BA120113FB4C0BAB64B2DCBE8EE9B4">
    <w:name w:val="C3BA120113FB4C0BAB64B2DCBE8EE9B4"/>
  </w:style>
  <w:style w:type="paragraph" w:customStyle="1" w:styleId="5E322067EEE34E97B8BA2C5C9A21CC94">
    <w:name w:val="5E322067EEE34E97B8BA2C5C9A21CC94"/>
  </w:style>
  <w:style w:type="paragraph" w:customStyle="1" w:styleId="B92769FE01884C53897AA0FFFA4487D2">
    <w:name w:val="B92769FE01884C53897AA0FFFA4487D2"/>
  </w:style>
  <w:style w:type="paragraph" w:customStyle="1" w:styleId="FE84C5D0CF314938BE6E606D18ED1C88">
    <w:name w:val="FE84C5D0CF314938BE6E606D18ED1C88"/>
  </w:style>
  <w:style w:type="paragraph" w:customStyle="1" w:styleId="49704785F24E4CDAA768282C652272EF">
    <w:name w:val="49704785F24E4CDAA768282C652272EF"/>
  </w:style>
  <w:style w:type="paragraph" w:customStyle="1" w:styleId="8FF733D21DAB426AB95E9CF4B88A52C6">
    <w:name w:val="8FF733D21DAB426AB95E9CF4B88A52C6"/>
  </w:style>
  <w:style w:type="paragraph" w:customStyle="1" w:styleId="CE22BCF65C87406F88E1C1A06D786426">
    <w:name w:val="CE22BCF65C87406F88E1C1A06D786426"/>
  </w:style>
  <w:style w:type="paragraph" w:customStyle="1" w:styleId="5D29F5040832420EA0A1D926F2396333">
    <w:name w:val="5D29F5040832420EA0A1D926F2396333"/>
  </w:style>
  <w:style w:type="paragraph" w:customStyle="1" w:styleId="A38100F97F1F49ACBACCBBA3A89A3081">
    <w:name w:val="A38100F97F1F49ACBACCBBA3A89A3081"/>
  </w:style>
  <w:style w:type="paragraph" w:customStyle="1" w:styleId="12849D6AF63D473EAF6CB2C27B398955">
    <w:name w:val="12849D6AF63D473EAF6CB2C27B398955"/>
  </w:style>
  <w:style w:type="paragraph" w:customStyle="1" w:styleId="39EB5DCC4CF34C558BD11541E5B120BE">
    <w:name w:val="39EB5DCC4CF34C558BD11541E5B120BE"/>
  </w:style>
  <w:style w:type="paragraph" w:customStyle="1" w:styleId="17360BBC09DD40EEA8F77308465A6F8F">
    <w:name w:val="17360BBC09DD40EEA8F77308465A6F8F"/>
  </w:style>
  <w:style w:type="paragraph" w:customStyle="1" w:styleId="24A56429626B43E59B15CE8082964671">
    <w:name w:val="24A56429626B43E59B15CE8082964671"/>
  </w:style>
  <w:style w:type="paragraph" w:customStyle="1" w:styleId="51C4701A5A1246D28BC886DE1F6D46DF">
    <w:name w:val="51C4701A5A1246D28BC886DE1F6D46DF"/>
  </w:style>
  <w:style w:type="paragraph" w:customStyle="1" w:styleId="05E093F157564F63BED2729B47CA52DD">
    <w:name w:val="05E093F157564F63BED2729B47CA52DD"/>
  </w:style>
  <w:style w:type="paragraph" w:customStyle="1" w:styleId="513AC72729374B05ADD9F5BBFF7E963B">
    <w:name w:val="513AC72729374B05ADD9F5BBFF7E963B"/>
  </w:style>
  <w:style w:type="paragraph" w:customStyle="1" w:styleId="5D5499073A15447AB190DB5BAE93B137">
    <w:name w:val="5D5499073A15447AB190DB5BAE93B137"/>
  </w:style>
  <w:style w:type="paragraph" w:customStyle="1" w:styleId="4F0D5D67865849C889D6E2E661941D59">
    <w:name w:val="4F0D5D67865849C889D6E2E661941D59"/>
  </w:style>
  <w:style w:type="paragraph" w:customStyle="1" w:styleId="3E6696A6FE8D40C4B90522B6939A30C3">
    <w:name w:val="3E6696A6FE8D40C4B90522B6939A30C3"/>
  </w:style>
  <w:style w:type="paragraph" w:customStyle="1" w:styleId="D4D49DF7CB474ED58D25FEB4174FE8B9">
    <w:name w:val="D4D49DF7CB474ED58D25FEB4174FE8B9"/>
  </w:style>
  <w:style w:type="paragraph" w:customStyle="1" w:styleId="A91D999F5C944AC491D446DC80B80F7F">
    <w:name w:val="A91D999F5C944AC491D446DC80B80F7F"/>
  </w:style>
  <w:style w:type="paragraph" w:customStyle="1" w:styleId="A83816E4E6A74DC29A942FE38BBA3BE7">
    <w:name w:val="A83816E4E6A74DC29A942FE38BBA3BE7"/>
  </w:style>
  <w:style w:type="paragraph" w:customStyle="1" w:styleId="AAF99C2370A14595AAA31138658D85BF">
    <w:name w:val="AAF99C2370A14595AAA31138658D85BF"/>
  </w:style>
  <w:style w:type="paragraph" w:customStyle="1" w:styleId="544BEC062C0643508B4435CB652A5229">
    <w:name w:val="544BEC062C0643508B4435CB652A5229"/>
  </w:style>
  <w:style w:type="paragraph" w:customStyle="1" w:styleId="C130EFE45E5B45909056AAF5BF1CEAB6">
    <w:name w:val="C130EFE45E5B45909056AAF5BF1CEAB6"/>
  </w:style>
  <w:style w:type="paragraph" w:customStyle="1" w:styleId="23F1ABF983E4410A9FCECB96F93A034D">
    <w:name w:val="23F1ABF983E4410A9FCECB96F93A034D"/>
  </w:style>
  <w:style w:type="paragraph" w:customStyle="1" w:styleId="44FF0A9FE5DA4E349E1C47F1893D6522">
    <w:name w:val="44FF0A9FE5DA4E349E1C47F1893D6522"/>
  </w:style>
  <w:style w:type="paragraph" w:customStyle="1" w:styleId="2A362BBE3CCF4971A0B09F63D458E9AB">
    <w:name w:val="2A362BBE3CCF4971A0B09F63D458E9AB"/>
  </w:style>
  <w:style w:type="paragraph" w:customStyle="1" w:styleId="D40355EDB200407EB4B8AAF83AB49DB8">
    <w:name w:val="D40355EDB200407EB4B8AAF83AB49DB8"/>
  </w:style>
  <w:style w:type="paragraph" w:customStyle="1" w:styleId="0C3C7EC7DE0141D2958831F2CF0E24A5">
    <w:name w:val="0C3C7EC7DE0141D2958831F2CF0E24A5"/>
  </w:style>
  <w:style w:type="paragraph" w:customStyle="1" w:styleId="1F11CEECEF4D4B379E157AD3AA2F71A5">
    <w:name w:val="1F11CEECEF4D4B379E157AD3AA2F71A5"/>
  </w:style>
  <w:style w:type="paragraph" w:customStyle="1" w:styleId="D3EECC44FDC8464F9220BDEF4B196C5A">
    <w:name w:val="D3EECC44FDC8464F9220BDEF4B196C5A"/>
  </w:style>
  <w:style w:type="paragraph" w:customStyle="1" w:styleId="00C072D444C5471B90ECD2340D5EA13D">
    <w:name w:val="00C072D444C5471B90ECD2340D5EA13D"/>
  </w:style>
  <w:style w:type="paragraph" w:customStyle="1" w:styleId="CE4A335393A54D37A1031B2782F2C981">
    <w:name w:val="CE4A335393A54D37A1031B2782F2C981"/>
  </w:style>
  <w:style w:type="paragraph" w:customStyle="1" w:styleId="E9D5FB52510D4504AD894A9E574D1A84">
    <w:name w:val="E9D5FB52510D4504AD894A9E574D1A84"/>
  </w:style>
  <w:style w:type="paragraph" w:customStyle="1" w:styleId="6D26690967D6439586AD4EFBBE114187">
    <w:name w:val="6D26690967D6439586AD4EFBBE114187"/>
  </w:style>
  <w:style w:type="paragraph" w:customStyle="1" w:styleId="72EB8A2D50244DFF9A60393F1A6AB752">
    <w:name w:val="72EB8A2D50244DFF9A60393F1A6AB752"/>
  </w:style>
  <w:style w:type="paragraph" w:customStyle="1" w:styleId="46FFA8F915B6407583CFF61E019027BE">
    <w:name w:val="46FFA8F915B6407583CFF61E019027BE"/>
  </w:style>
  <w:style w:type="paragraph" w:customStyle="1" w:styleId="6382293FDA024D8CBB06060DB724D0B6">
    <w:name w:val="6382293FDA024D8CBB06060DB724D0B6"/>
  </w:style>
  <w:style w:type="paragraph" w:customStyle="1" w:styleId="E324A77F0BB344009D70CE237D19C4E1">
    <w:name w:val="E324A77F0BB344009D70CE237D19C4E1"/>
  </w:style>
  <w:style w:type="paragraph" w:customStyle="1" w:styleId="A54E840942A0442387B8F5D3BCD82EFB">
    <w:name w:val="A54E840942A0442387B8F5D3BCD82EFB"/>
  </w:style>
  <w:style w:type="paragraph" w:customStyle="1" w:styleId="43ED62B830344736A8810932359D74D1">
    <w:name w:val="43ED62B830344736A8810932359D74D1"/>
  </w:style>
  <w:style w:type="paragraph" w:customStyle="1" w:styleId="F5960E77B4244F2A9588B43BC50B88BF">
    <w:name w:val="F5960E77B4244F2A9588B43BC50B88BF"/>
  </w:style>
  <w:style w:type="paragraph" w:customStyle="1" w:styleId="7233259F6026441A9A4C240460CBCC14">
    <w:name w:val="7233259F6026441A9A4C240460CBCC14"/>
  </w:style>
  <w:style w:type="paragraph" w:customStyle="1" w:styleId="6C619DCEC3CB4C03A693E3C329819B25">
    <w:name w:val="6C619DCEC3CB4C03A693E3C329819B25"/>
  </w:style>
  <w:style w:type="paragraph" w:customStyle="1" w:styleId="F538299D60E9417884BC35B218D3B3EA">
    <w:name w:val="F538299D60E9417884BC35B218D3B3EA"/>
  </w:style>
  <w:style w:type="paragraph" w:customStyle="1" w:styleId="C56A261B8328445596A32B567F64346F">
    <w:name w:val="C56A261B8328445596A32B567F64346F"/>
  </w:style>
  <w:style w:type="paragraph" w:customStyle="1" w:styleId="AFD78533364841FB8A65EC78E6CACBC0">
    <w:name w:val="AFD78533364841FB8A65EC78E6CACBC0"/>
  </w:style>
  <w:style w:type="paragraph" w:customStyle="1" w:styleId="E54E71E8AD2645A8AADADF25662486B3">
    <w:name w:val="E54E71E8AD2645A8AADADF25662486B3"/>
  </w:style>
  <w:style w:type="paragraph" w:customStyle="1" w:styleId="5A41FE8D792C45BDAD5C822BDE4A70C9">
    <w:name w:val="5A41FE8D792C45BDAD5C822BDE4A70C9"/>
  </w:style>
  <w:style w:type="paragraph" w:customStyle="1" w:styleId="B01ED2338768403995CE3802594897DE">
    <w:name w:val="B01ED2338768403995CE3802594897DE"/>
  </w:style>
  <w:style w:type="paragraph" w:customStyle="1" w:styleId="40941E7763394F9380369191D427953D">
    <w:name w:val="40941E7763394F9380369191D427953D"/>
  </w:style>
  <w:style w:type="paragraph" w:customStyle="1" w:styleId="F9FAA304FD4E477D84BF1AF1C492C4FC">
    <w:name w:val="F9FAA304FD4E477D84BF1AF1C492C4FC"/>
    <w:rsid w:val="003758CF"/>
  </w:style>
  <w:style w:type="paragraph" w:customStyle="1" w:styleId="7AFDA608D36748BFB4911E4351D228D4">
    <w:name w:val="7AFDA608D36748BFB4911E4351D228D4"/>
    <w:rsid w:val="003758CF"/>
  </w:style>
  <w:style w:type="paragraph" w:customStyle="1" w:styleId="F9D8CA240FEF41989DE22B2045E9D7F8">
    <w:name w:val="F9D8CA240FEF41989DE22B2045E9D7F8"/>
    <w:rsid w:val="003758CF"/>
  </w:style>
  <w:style w:type="paragraph" w:customStyle="1" w:styleId="A0C36E0D4A4F4128950AA4D113545B4A">
    <w:name w:val="A0C36E0D4A4F4128950AA4D113545B4A"/>
    <w:rsid w:val="003758CF"/>
  </w:style>
  <w:style w:type="paragraph" w:customStyle="1" w:styleId="871793E3FDAF4B8F987A95279AB3105E">
    <w:name w:val="871793E3FDAF4B8F987A95279AB3105E"/>
    <w:rsid w:val="003758CF"/>
  </w:style>
  <w:style w:type="paragraph" w:customStyle="1" w:styleId="EB4E57C6BB5C47328A1026C5C962709F">
    <w:name w:val="EB4E57C6BB5C47328A1026C5C962709F"/>
    <w:rsid w:val="003758CF"/>
  </w:style>
  <w:style w:type="paragraph" w:customStyle="1" w:styleId="5DA3F016478E40DE8A127AE63FE4ECDD">
    <w:name w:val="5DA3F016478E40DE8A127AE63FE4ECDD"/>
    <w:rsid w:val="003758CF"/>
  </w:style>
  <w:style w:type="paragraph" w:customStyle="1" w:styleId="2D415AC5826546F4921D10000DF13BD8">
    <w:name w:val="2D415AC5826546F4921D10000DF13BD8"/>
    <w:rsid w:val="003758CF"/>
  </w:style>
  <w:style w:type="paragraph" w:customStyle="1" w:styleId="7B39F7D170D14DC9852364C9626F30A6">
    <w:name w:val="7B39F7D170D14DC9852364C9626F30A6"/>
    <w:rsid w:val="003758CF"/>
  </w:style>
  <w:style w:type="paragraph" w:customStyle="1" w:styleId="9C6D804760D242308F7B8DBB3832D46C">
    <w:name w:val="9C6D804760D242308F7B8DBB3832D46C"/>
    <w:rsid w:val="003758CF"/>
  </w:style>
  <w:style w:type="paragraph" w:customStyle="1" w:styleId="DB938BB481754A19A500D84AF3FA7D18">
    <w:name w:val="DB938BB481754A19A500D84AF3FA7D18"/>
    <w:rsid w:val="003758CF"/>
  </w:style>
  <w:style w:type="paragraph" w:customStyle="1" w:styleId="17A9861C14C849F39989048473DE4A2B">
    <w:name w:val="17A9861C14C849F39989048473DE4A2B"/>
    <w:rsid w:val="003758CF"/>
  </w:style>
  <w:style w:type="paragraph" w:customStyle="1" w:styleId="D57CF7E4B56343C092203710150D207A">
    <w:name w:val="D57CF7E4B56343C092203710150D207A"/>
    <w:rsid w:val="003758CF"/>
  </w:style>
  <w:style w:type="paragraph" w:customStyle="1" w:styleId="63160E90C1EB4128A6A192BAE64FEE76">
    <w:name w:val="63160E90C1EB4128A6A192BAE64FEE76"/>
    <w:rsid w:val="003758CF"/>
  </w:style>
  <w:style w:type="paragraph" w:customStyle="1" w:styleId="565198C691C94101B19CFED74FCC1752">
    <w:name w:val="565198C691C94101B19CFED74FCC1752"/>
    <w:rsid w:val="003758CF"/>
  </w:style>
  <w:style w:type="paragraph" w:customStyle="1" w:styleId="4A859312333E43BA982C20BC6E741426">
    <w:name w:val="4A859312333E43BA982C20BC6E741426"/>
    <w:rsid w:val="003758CF"/>
  </w:style>
  <w:style w:type="paragraph" w:customStyle="1" w:styleId="C7FA092D64E84EE8B10E5CF680C78BCC">
    <w:name w:val="C7FA092D64E84EE8B10E5CF680C78BCC"/>
    <w:rsid w:val="003758CF"/>
  </w:style>
  <w:style w:type="paragraph" w:customStyle="1" w:styleId="FA8446BF92164BC992BE066D4DE6E0C8">
    <w:name w:val="FA8446BF92164BC992BE066D4DE6E0C8"/>
    <w:rsid w:val="003758CF"/>
  </w:style>
  <w:style w:type="paragraph" w:customStyle="1" w:styleId="7B8D1A03FD0B4411A1295B4B81739A48">
    <w:name w:val="7B8D1A03FD0B4411A1295B4B81739A48"/>
    <w:rsid w:val="003758CF"/>
  </w:style>
  <w:style w:type="paragraph" w:customStyle="1" w:styleId="00C4130EDCBD4CEAAC0A08187171C5F0">
    <w:name w:val="00C4130EDCBD4CEAAC0A08187171C5F0"/>
    <w:rsid w:val="003758CF"/>
  </w:style>
  <w:style w:type="paragraph" w:customStyle="1" w:styleId="2BBC3691E3FC4F949A5599B62AB3939C">
    <w:name w:val="2BBC3691E3FC4F949A5599B62AB3939C"/>
    <w:rsid w:val="003758CF"/>
  </w:style>
  <w:style w:type="paragraph" w:customStyle="1" w:styleId="1B690FF3E6FA43C6A3583A4BE39DF6A7">
    <w:name w:val="1B690FF3E6FA43C6A3583A4BE39DF6A7"/>
    <w:rsid w:val="003758CF"/>
  </w:style>
  <w:style w:type="paragraph" w:customStyle="1" w:styleId="4F68548ADE3244488A13F1DC1D07009A">
    <w:name w:val="4F68548ADE3244488A13F1DC1D07009A"/>
    <w:rsid w:val="003758CF"/>
  </w:style>
  <w:style w:type="paragraph" w:customStyle="1" w:styleId="40680214F73F4FA799B573CE0194D81C">
    <w:name w:val="40680214F73F4FA799B573CE0194D81C"/>
    <w:rsid w:val="003758CF"/>
  </w:style>
  <w:style w:type="paragraph" w:customStyle="1" w:styleId="5D3DAB5AB2724866A028F5BC79245F1B">
    <w:name w:val="5D3DAB5AB2724866A028F5BC79245F1B"/>
    <w:rsid w:val="003758CF"/>
  </w:style>
  <w:style w:type="paragraph" w:customStyle="1" w:styleId="9A6293F8CF56471DB4F4B65C42C1B66B">
    <w:name w:val="9A6293F8CF56471DB4F4B65C42C1B66B"/>
    <w:rsid w:val="003758CF"/>
  </w:style>
  <w:style w:type="paragraph" w:customStyle="1" w:styleId="1249E9D415FB411AB023C62814E0B4AA">
    <w:name w:val="1249E9D415FB411AB023C62814E0B4AA"/>
    <w:rsid w:val="003758CF"/>
  </w:style>
  <w:style w:type="paragraph" w:customStyle="1" w:styleId="1377A305F77A460E849696AA9537B62E">
    <w:name w:val="1377A305F77A460E849696AA9537B62E"/>
    <w:rsid w:val="003758CF"/>
  </w:style>
  <w:style w:type="paragraph" w:customStyle="1" w:styleId="3E51EAB605F9420EBE7EADC0E7FAE10A">
    <w:name w:val="3E51EAB605F9420EBE7EADC0E7FAE10A"/>
    <w:rsid w:val="003758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ustom 6">
      <a:majorFont>
        <a:latin typeface="Georgia Pro Black"/>
        <a:ea typeface=""/>
        <a:cs typeface=""/>
      </a:majorFont>
      <a:minorFont>
        <a:latin typeface="Baskerville Old Fac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 xmlns="71af3243-3dd4-4a8d-8c0d-dd76da1f02a5">Not started</Status>
    <MediaServiceKeyPoints xmlns="71af3243-3dd4-4a8d-8c0d-dd76da1f02a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2" ma:contentTypeDescription="Create a new document." ma:contentTypeScope="" ma:versionID="426e97fa315356fffbdcd9876fe988c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14b8f0def80e6d70ce3def20c90759ae"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element ref="ns2: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Status" ma:index="19" nillable="true" ma:displayName="Status" ma:default="Not started" ma:format="Dropdown" ma:internalName="Status">
      <xsd:simpleType>
        <xsd:restriction base="dms:Choice">
          <xsd:enumeration value="Not started"/>
          <xsd:enumeration value="In Progress"/>
          <xsd:enumeration value="Completed"/>
        </xsd:restriction>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0C3E80-5028-4D48-B1ED-451794B4E392}">
  <ds:schemaRefs>
    <ds:schemaRef ds:uri="http://schemas.microsoft.com/office/2006/metadata/properties"/>
    <ds:schemaRef ds:uri="http://schemas.microsoft.com/office/infopath/2007/PartnerControls"/>
    <ds:schemaRef ds:uri="71af3243-3dd4-4a8d-8c0d-dd76da1f02a5"/>
  </ds:schemaRefs>
</ds:datastoreItem>
</file>

<file path=customXml/itemProps2.xml><?xml version="1.0" encoding="utf-8"?>
<ds:datastoreItem xmlns:ds="http://schemas.openxmlformats.org/officeDocument/2006/customXml" ds:itemID="{DE40C99F-7839-48A5-9838-5D060F37C81A}">
  <ds:schemaRefs>
    <ds:schemaRef ds:uri="http://schemas.openxmlformats.org/officeDocument/2006/bibliography"/>
  </ds:schemaRefs>
</ds:datastoreItem>
</file>

<file path=customXml/itemProps3.xml><?xml version="1.0" encoding="utf-8"?>
<ds:datastoreItem xmlns:ds="http://schemas.openxmlformats.org/officeDocument/2006/customXml" ds:itemID="{D996C147-1F3F-401A-AA66-7553B62233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0B6EBE1-B493-47AF-B1AE-C0630005EA90}">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{4CFA59BC-7A7C-4607-834A-A75959CC0DAF}tf11279482_win32</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
  <lastModifiedBy>Dimitrij Mitkovski</lastModifiedBy>
  <revision>3</revision>
  <dcterms:created xsi:type="dcterms:W3CDTF">2022-06-01T16:30:00.0000000Z</dcterms:created>
  <dcterms:modified xsi:type="dcterms:W3CDTF">2022-10-02T17:38:59.1060847Z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